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916F0" w14:textId="7E3D535A" w:rsidR="00B801C3" w:rsidRPr="00B801C3" w:rsidRDefault="002726A3" w:rsidP="00B801C3">
      <w:pPr>
        <w:rPr>
          <w:rFonts w:ascii="Times New Roman" w:hAnsi="Times New Roman"/>
        </w:rPr>
      </w:pPr>
      <w:r w:rsidRPr="00F00368">
        <w:rPr>
          <w:noProof/>
        </w:rPr>
        <w:drawing>
          <wp:anchor distT="0" distB="0" distL="114300" distR="114300" simplePos="0" relativeHeight="251659264" behindDoc="0" locked="0" layoutInCell="1" allowOverlap="1" wp14:anchorId="06EBE91F" wp14:editId="1352A6A5">
            <wp:simplePos x="0" y="0"/>
            <wp:positionH relativeFrom="margin">
              <wp:align>right</wp:align>
            </wp:positionH>
            <wp:positionV relativeFrom="paragraph">
              <wp:posOffset>-899795</wp:posOffset>
            </wp:positionV>
            <wp:extent cx="1947545" cy="887095"/>
            <wp:effectExtent l="0" t="0" r="0" b="8255"/>
            <wp:wrapNone/>
            <wp:docPr id="3" name="Picture 3" descr="elektrile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887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1C3" w:rsidRPr="00B801C3">
        <w:rPr>
          <w:rFonts w:ascii="Times New Roman" w:hAnsi="Times New Roman"/>
        </w:rPr>
        <w:t>Transpordiamet</w:t>
      </w:r>
    </w:p>
    <w:p w14:paraId="6D31C270" w14:textId="207E7B1A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Valge 4, 11413 Tallinn</w:t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</w:t>
      </w:r>
      <w:r w:rsidRPr="00B801C3">
        <w:rPr>
          <w:rFonts w:ascii="Times New Roman" w:hAnsi="Times New Roman"/>
        </w:rPr>
        <w:t xml:space="preserve">Meie: </w:t>
      </w:r>
      <w:r w:rsidR="00676481">
        <w:rPr>
          <w:rFonts w:ascii="Times New Roman" w:hAnsi="Times New Roman"/>
        </w:rPr>
        <w:t>24.04</w:t>
      </w:r>
      <w:r w:rsidR="004B66EA">
        <w:rPr>
          <w:rFonts w:ascii="Times New Roman" w:hAnsi="Times New Roman"/>
        </w:rPr>
        <w:t>.202</w:t>
      </w:r>
      <w:r w:rsidR="00277A89">
        <w:rPr>
          <w:rFonts w:ascii="Times New Roman" w:hAnsi="Times New Roman"/>
        </w:rPr>
        <w:t>3</w:t>
      </w:r>
      <w:r w:rsidR="005F1F3C">
        <w:rPr>
          <w:rFonts w:ascii="Times New Roman" w:hAnsi="Times New Roman"/>
        </w:rPr>
        <w:t xml:space="preserve"> </w:t>
      </w:r>
      <w:r w:rsidRPr="00B801C3">
        <w:rPr>
          <w:rFonts w:ascii="Times New Roman" w:hAnsi="Times New Roman"/>
        </w:rPr>
        <w:t>nr JV-</w:t>
      </w:r>
      <w:r w:rsidR="004B66EA">
        <w:rPr>
          <w:rFonts w:ascii="Times New Roman" w:hAnsi="Times New Roman"/>
        </w:rPr>
        <w:t>M</w:t>
      </w:r>
      <w:r w:rsidRPr="00B801C3">
        <w:rPr>
          <w:rFonts w:ascii="Times New Roman" w:hAnsi="Times New Roman"/>
        </w:rPr>
        <w:t>AA/</w:t>
      </w:r>
      <w:r w:rsidR="0044715B">
        <w:rPr>
          <w:rFonts w:ascii="Times New Roman" w:hAnsi="Times New Roman"/>
        </w:rPr>
        <w:t>1904</w:t>
      </w:r>
    </w:p>
    <w:p w14:paraId="28FD26F1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 xml:space="preserve">e-posti aadress: info@transpordiamet.ee </w:t>
      </w:r>
    </w:p>
    <w:p w14:paraId="12CBC6E4" w14:textId="77777777" w:rsidR="00B801C3" w:rsidRPr="00B801C3" w:rsidRDefault="00B801C3" w:rsidP="00B801C3">
      <w:pPr>
        <w:rPr>
          <w:rFonts w:ascii="Times New Roman" w:hAnsi="Times New Roman"/>
          <w:b/>
        </w:rPr>
      </w:pPr>
    </w:p>
    <w:p w14:paraId="5329D932" w14:textId="0535D0E2" w:rsidR="00B801C3" w:rsidRPr="00B801C3" w:rsidRDefault="00F9120F" w:rsidP="00CE0B6A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TAOTLUS </w:t>
      </w:r>
      <w:r w:rsidR="00C67098">
        <w:rPr>
          <w:rFonts w:ascii="Times New Roman" w:hAnsi="Times New Roman"/>
          <w:b/>
        </w:rPr>
        <w:t>TRANSPORDIMAALE</w:t>
      </w:r>
      <w:r w:rsidR="00B801C3" w:rsidRPr="00B801C3">
        <w:rPr>
          <w:rFonts w:ascii="Times New Roman" w:hAnsi="Times New Roman"/>
          <w:b/>
        </w:rPr>
        <w:t xml:space="preserve"> TEHNOVÕRGU JA -RAJATISE EHITAMISEKS JA TALUMISEKS VAJALIKU ISIKLIKU KASUTUSÕIGUSE SEADMISE LEPINGU SÕLMIMISEKS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0"/>
        <w:gridCol w:w="6374"/>
      </w:tblGrid>
      <w:tr w:rsidR="00B801C3" w:rsidRPr="00B801C3" w14:paraId="03291118" w14:textId="77777777" w:rsidTr="0048179D">
        <w:trPr>
          <w:trHeight w:val="431"/>
        </w:trPr>
        <w:tc>
          <w:tcPr>
            <w:tcW w:w="2840" w:type="dxa"/>
            <w:vMerge w:val="restart"/>
            <w:tcBorders>
              <w:right w:val="single" w:sz="4" w:space="0" w:color="auto"/>
            </w:tcBorders>
          </w:tcPr>
          <w:p w14:paraId="382C84B8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bookmarkStart w:id="0" w:name="_Hlk102658570"/>
            <w:r w:rsidRPr="00B801C3">
              <w:rPr>
                <w:rFonts w:ascii="Times New Roman" w:hAnsi="Times New Roman"/>
                <w:b/>
              </w:rPr>
              <w:t>TAOTLEJA</w:t>
            </w:r>
          </w:p>
          <w:p w14:paraId="1EEC5CB7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ANDMED:</w:t>
            </w:r>
          </w:p>
          <w:p w14:paraId="6CAD921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9CABD1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1C43C4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7049100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3DF820F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                                             </w:t>
            </w: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7315E1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Nimi: Elektrilevi OÜ</w:t>
            </w:r>
          </w:p>
          <w:p w14:paraId="296E2FB6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</w:tr>
      <w:tr w:rsidR="00B801C3" w:rsidRPr="00B801C3" w14:paraId="3EFC1DBD" w14:textId="77777777" w:rsidTr="0048179D">
        <w:trPr>
          <w:trHeight w:val="439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14:paraId="59816D21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554479A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Registrikood: 11050857</w:t>
            </w:r>
          </w:p>
        </w:tc>
      </w:tr>
      <w:tr w:rsidR="00B801C3" w:rsidRPr="00B801C3" w14:paraId="4D69FA9B" w14:textId="77777777" w:rsidTr="0048179D">
        <w:trPr>
          <w:trHeight w:val="435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14:paraId="690DB13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bookmarkStart w:id="1" w:name="_Hlk38622158"/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4D54E88B" w14:textId="1C80BB33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Lepingu allkirjastaja nimi: Andra </w:t>
            </w:r>
            <w:r w:rsidR="00957458">
              <w:rPr>
                <w:rFonts w:ascii="Times New Roman" w:hAnsi="Times New Roman"/>
              </w:rPr>
              <w:t>McManus</w:t>
            </w:r>
          </w:p>
        </w:tc>
      </w:tr>
      <w:tr w:rsidR="00B801C3" w:rsidRPr="00B801C3" w14:paraId="6E9216FC" w14:textId="77777777" w:rsidTr="0048179D">
        <w:trPr>
          <w:trHeight w:val="717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14:paraId="75BFEB8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5EBC082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bookmarkEnd w:id="1"/>
      <w:tr w:rsidR="00B801C3" w:rsidRPr="00B801C3" w14:paraId="77F4CF77" w14:textId="77777777" w:rsidTr="0048179D">
        <w:trPr>
          <w:trHeight w:val="431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14:paraId="7588B8AE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1921E4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Lepingu allkirjastaja e-posti aadress, telefoni number</w:t>
            </w:r>
          </w:p>
          <w:p w14:paraId="443D1FAC" w14:textId="77777777" w:rsidR="00B801C3" w:rsidRPr="00B801C3" w:rsidRDefault="00000000" w:rsidP="00B801C3">
            <w:pPr>
              <w:rPr>
                <w:rFonts w:ascii="Times New Roman" w:hAnsi="Times New Roman"/>
              </w:rPr>
            </w:pPr>
            <w:hyperlink r:id="rId10" w:history="1">
              <w:r w:rsidR="00B801C3" w:rsidRPr="00B801C3">
                <w:rPr>
                  <w:rStyle w:val="Hyperlink"/>
                  <w:rFonts w:ascii="Times New Roman" w:hAnsi="Times New Roman"/>
                </w:rPr>
                <w:t>andra.sokk@energia.ee</w:t>
              </w:r>
            </w:hyperlink>
            <w:r w:rsidR="00B801C3" w:rsidRPr="00B801C3">
              <w:rPr>
                <w:rFonts w:ascii="Times New Roman" w:hAnsi="Times New Roman"/>
              </w:rPr>
              <w:t>, tel 5123441</w:t>
            </w:r>
          </w:p>
        </w:tc>
      </w:tr>
      <w:tr w:rsidR="00B801C3" w:rsidRPr="00B801C3" w14:paraId="56FB5E5C" w14:textId="77777777" w:rsidTr="0048179D">
        <w:trPr>
          <w:trHeight w:val="423"/>
        </w:trPr>
        <w:tc>
          <w:tcPr>
            <w:tcW w:w="2840" w:type="dxa"/>
            <w:vMerge w:val="restart"/>
            <w:tcBorders>
              <w:right w:val="single" w:sz="4" w:space="0" w:color="auto"/>
            </w:tcBorders>
          </w:tcPr>
          <w:p w14:paraId="05C7FB19" w14:textId="77777777" w:rsidR="00B801C3" w:rsidRPr="00B801C3" w:rsidRDefault="00B801C3" w:rsidP="00B801C3">
            <w:pPr>
              <w:rPr>
                <w:rFonts w:ascii="Times New Roman" w:hAnsi="Times New Roman"/>
                <w:b/>
                <w:bCs/>
              </w:rPr>
            </w:pPr>
            <w:r w:rsidRPr="00B801C3">
              <w:rPr>
                <w:rFonts w:ascii="Times New Roman" w:hAnsi="Times New Roman"/>
                <w:b/>
                <w:bCs/>
              </w:rPr>
              <w:t>TAOTLUSE MENETLEMISEL TAOTLEJA KONTAKTISIK</w:t>
            </w: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63F8B317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Nimi: Ülle Loopre</w:t>
            </w:r>
          </w:p>
        </w:tc>
      </w:tr>
      <w:tr w:rsidR="00B801C3" w:rsidRPr="00B801C3" w14:paraId="37B599CA" w14:textId="77777777" w:rsidTr="0048179D">
        <w:trPr>
          <w:trHeight w:val="429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14:paraId="045FC39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77217745" w14:textId="77777777" w:rsidR="00676481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e-posti aadress: </w:t>
            </w:r>
            <w:hyperlink r:id="rId11" w:history="1">
              <w:r w:rsidRPr="00B801C3">
                <w:rPr>
                  <w:rStyle w:val="Hyperlink"/>
                  <w:rFonts w:ascii="Times New Roman" w:hAnsi="Times New Roman"/>
                </w:rPr>
                <w:t>ulle.loopre@elektrilevi.ee</w:t>
              </w:r>
            </w:hyperlink>
            <w:r w:rsidRPr="00B801C3">
              <w:rPr>
                <w:rFonts w:ascii="Times New Roman" w:hAnsi="Times New Roman"/>
              </w:rPr>
              <w:t xml:space="preserve">, </w:t>
            </w:r>
          </w:p>
          <w:p w14:paraId="68DE6AD7" w14:textId="52509B50" w:rsidR="00B801C3" w:rsidRPr="00B801C3" w:rsidRDefault="00676481" w:rsidP="00B801C3">
            <w:pPr>
              <w:rPr>
                <w:rFonts w:ascii="Times New Roman" w:hAnsi="Times New Roman"/>
              </w:rPr>
            </w:pPr>
            <w:r w:rsidRPr="00676481">
              <w:rPr>
                <w:rFonts w:ascii="Times New Roman" w:hAnsi="Times New Roman"/>
              </w:rPr>
              <w:t>telefoni number</w:t>
            </w:r>
            <w:r>
              <w:rPr>
                <w:rFonts w:ascii="Times New Roman" w:hAnsi="Times New Roman"/>
              </w:rPr>
              <w:t>:</w:t>
            </w:r>
            <w:r w:rsidRPr="00676481">
              <w:rPr>
                <w:rFonts w:ascii="Times New Roman" w:hAnsi="Times New Roman"/>
              </w:rPr>
              <w:t xml:space="preserve"> </w:t>
            </w:r>
            <w:r w:rsidR="00B801C3" w:rsidRPr="00B801C3">
              <w:rPr>
                <w:rFonts w:ascii="Times New Roman" w:hAnsi="Times New Roman"/>
              </w:rPr>
              <w:t>53488369</w:t>
            </w:r>
          </w:p>
        </w:tc>
      </w:tr>
      <w:tr w:rsidR="00B801C3" w:rsidRPr="00B801C3" w14:paraId="12049F25" w14:textId="77777777" w:rsidTr="0048179D">
        <w:trPr>
          <w:trHeight w:val="434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14:paraId="4CD9B27F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56A1A35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esindusvolitus (PDF-fail)</w:t>
            </w:r>
          </w:p>
        </w:tc>
      </w:tr>
      <w:tr w:rsidR="00B801C3" w:rsidRPr="00B801C3" w14:paraId="59CFA6ED" w14:textId="77777777" w:rsidTr="0048179D">
        <w:trPr>
          <w:trHeight w:val="280"/>
        </w:trPr>
        <w:tc>
          <w:tcPr>
            <w:tcW w:w="2840" w:type="dxa"/>
            <w:tcBorders>
              <w:right w:val="single" w:sz="4" w:space="0" w:color="auto"/>
            </w:tcBorders>
          </w:tcPr>
          <w:p w14:paraId="565A140C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TEHNORAJATISE PAIGALDAMISE EESMÄRK</w:t>
            </w: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58C006BF" w14:textId="77777777" w:rsidR="00B801C3" w:rsidRPr="00B801C3" w:rsidRDefault="00B801C3" w:rsidP="00B801C3">
            <w:pPr>
              <w:rPr>
                <w:rFonts w:ascii="Times New Roman" w:hAnsi="Times New Roman"/>
                <w:u w:val="single"/>
              </w:rPr>
            </w:pPr>
            <w:r w:rsidRPr="00B801C3">
              <w:rPr>
                <w:rFonts w:ascii="Times New Roman" w:hAnsi="Times New Roman"/>
              </w:rPr>
              <w:t>Tehnovõrk on vajalik avalikes huvides ning arenduskohustuse täitmiseks</w:t>
            </w:r>
          </w:p>
        </w:tc>
      </w:tr>
      <w:tr w:rsidR="00B801C3" w:rsidRPr="00B801C3" w14:paraId="58E0CD92" w14:textId="77777777" w:rsidTr="0048179D">
        <w:trPr>
          <w:trHeight w:val="600"/>
        </w:trPr>
        <w:tc>
          <w:tcPr>
            <w:tcW w:w="2840" w:type="dxa"/>
            <w:vMerge w:val="restart"/>
            <w:tcBorders>
              <w:right w:val="single" w:sz="4" w:space="0" w:color="auto"/>
            </w:tcBorders>
          </w:tcPr>
          <w:p w14:paraId="0E43AE4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  <w:b/>
              </w:rPr>
              <w:t>MAANTEEAMETIS KOOSKÕLASTATUD PROJEKTI ANDMED:</w:t>
            </w: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558103D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Projekti nimetus ja number:  </w:t>
            </w:r>
          </w:p>
          <w:p w14:paraId="517D8EEC" w14:textId="7E479682" w:rsidR="00B801C3" w:rsidRPr="00B801C3" w:rsidRDefault="00676481" w:rsidP="00676481">
            <w:pPr>
              <w:rPr>
                <w:rFonts w:ascii="Times New Roman" w:hAnsi="Times New Roman"/>
              </w:rPr>
            </w:pPr>
            <w:r w:rsidRPr="00676481">
              <w:rPr>
                <w:rFonts w:ascii="Times New Roman" w:hAnsi="Times New Roman"/>
              </w:rPr>
              <w:t xml:space="preserve">OÜ Pluvo Eesti </w:t>
            </w:r>
            <w:r>
              <w:rPr>
                <w:rFonts w:ascii="Times New Roman" w:hAnsi="Times New Roman"/>
              </w:rPr>
              <w:t>p</w:t>
            </w:r>
            <w:r w:rsidR="00B801C3" w:rsidRPr="00B801C3">
              <w:rPr>
                <w:rFonts w:ascii="Times New Roman" w:hAnsi="Times New Roman"/>
              </w:rPr>
              <w:t xml:space="preserve">oolt koostatud töö nr </w:t>
            </w:r>
            <w:r w:rsidR="00B801C3">
              <w:t xml:space="preserve"> </w:t>
            </w:r>
            <w:r w:rsidRPr="00676481">
              <w:t xml:space="preserve"> </w:t>
            </w:r>
            <w:r w:rsidRPr="00676481">
              <w:rPr>
                <w:rFonts w:ascii="Times New Roman" w:hAnsi="Times New Roman"/>
              </w:rPr>
              <w:t>PL19-19-311</w:t>
            </w:r>
            <w:r w:rsidR="006C05EC" w:rsidRPr="006C05EC">
              <w:rPr>
                <w:rFonts w:ascii="Times New Roman" w:hAnsi="Times New Roman"/>
              </w:rPr>
              <w:t xml:space="preserve"> (LR2260,</w:t>
            </w:r>
            <w:r w:rsidR="006C05EC">
              <w:rPr>
                <w:rFonts w:ascii="Times New Roman" w:hAnsi="Times New Roman"/>
              </w:rPr>
              <w:t xml:space="preserve"> </w:t>
            </w:r>
            <w:r w:rsidR="006C05EC" w:rsidRPr="006C05EC">
              <w:rPr>
                <w:rFonts w:ascii="Times New Roman" w:hAnsi="Times New Roman"/>
              </w:rPr>
              <w:t>LR2431,</w:t>
            </w:r>
            <w:r w:rsidR="006C05EC">
              <w:rPr>
                <w:rFonts w:ascii="Times New Roman" w:hAnsi="Times New Roman"/>
              </w:rPr>
              <w:t xml:space="preserve"> </w:t>
            </w:r>
            <w:r w:rsidR="006C05EC" w:rsidRPr="006C05EC">
              <w:rPr>
                <w:rFonts w:ascii="Times New Roman" w:hAnsi="Times New Roman"/>
              </w:rPr>
              <w:t>LR2823)</w:t>
            </w:r>
            <w:r w:rsidRPr="00676481">
              <w:t xml:space="preserve"> </w:t>
            </w:r>
            <w:r w:rsidR="00B801C3" w:rsidRPr="00B801C3"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</w:rPr>
              <w:t>Lagedi tee T18 ja T6 elektrivarustus. Lagedi tee 1b, T5, T6, T9, T18, Peterburi tee 110a/12, Lasnamäe LO, Tallinn</w:t>
            </w:r>
            <w:r w:rsidR="005F1F3C">
              <w:rPr>
                <w:rFonts w:ascii="Times New Roman" w:hAnsi="Times New Roman"/>
              </w:rPr>
              <w:t>“</w:t>
            </w:r>
          </w:p>
        </w:tc>
      </w:tr>
      <w:tr w:rsidR="00B801C3" w:rsidRPr="00B801C3" w14:paraId="0755177A" w14:textId="77777777" w:rsidTr="0048179D">
        <w:trPr>
          <w:trHeight w:val="247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14:paraId="433B521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55C87C4A" w14:textId="2A981335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Projekti koostaja: </w:t>
            </w:r>
            <w:r>
              <w:t xml:space="preserve"> </w:t>
            </w:r>
            <w:r w:rsidR="004B66EA">
              <w:t xml:space="preserve"> </w:t>
            </w:r>
            <w:r w:rsidR="00676481">
              <w:rPr>
                <w:rFonts w:ascii="Times New Roman" w:hAnsi="Times New Roman"/>
              </w:rPr>
              <w:t>Jegor Vargo</w:t>
            </w:r>
          </w:p>
        </w:tc>
      </w:tr>
      <w:tr w:rsidR="00B801C3" w:rsidRPr="00B801C3" w14:paraId="58516777" w14:textId="77777777" w:rsidTr="0048179D">
        <w:trPr>
          <w:trHeight w:val="600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14:paraId="667248B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495C3A18" w14:textId="3A619B44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Projekti </w:t>
            </w:r>
            <w:r w:rsidR="00F4782A">
              <w:rPr>
                <w:rFonts w:ascii="Times New Roman" w:hAnsi="Times New Roman"/>
              </w:rPr>
              <w:t>Transpordi</w:t>
            </w:r>
            <w:r w:rsidRPr="00B801C3">
              <w:rPr>
                <w:rFonts w:ascii="Times New Roman" w:hAnsi="Times New Roman"/>
              </w:rPr>
              <w:t xml:space="preserve">ameti kooskõlastus:  </w:t>
            </w:r>
          </w:p>
          <w:p w14:paraId="722D8B99" w14:textId="3AA028A6" w:rsidR="00B801C3" w:rsidRPr="00B801C3" w:rsidRDefault="00676481" w:rsidP="00B801C3">
            <w:pPr>
              <w:rPr>
                <w:rFonts w:ascii="Times New Roman" w:hAnsi="Times New Roman"/>
              </w:rPr>
            </w:pPr>
            <w:r w:rsidRPr="00676481">
              <w:rPr>
                <w:rFonts w:ascii="Times New Roman" w:hAnsi="Times New Roman"/>
              </w:rPr>
              <w:t>19.04.2023 nr 7.1-2/23/5863-3</w:t>
            </w:r>
          </w:p>
        </w:tc>
      </w:tr>
      <w:tr w:rsidR="00B801C3" w:rsidRPr="00B801C3" w14:paraId="51E2B8BB" w14:textId="77777777" w:rsidTr="0048179D">
        <w:trPr>
          <w:trHeight w:val="426"/>
        </w:trPr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14:paraId="45FB15E0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1. KOORMATAVA</w:t>
            </w:r>
          </w:p>
          <w:p w14:paraId="4C82FD74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58422521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Number ja nimetus: (MKM 25.06.2015. a määruse nr 72 järgi)</w:t>
            </w:r>
          </w:p>
          <w:p w14:paraId="7C974298" w14:textId="2568C0E1" w:rsidR="00B801C3" w:rsidRPr="00B801C3" w:rsidRDefault="00676481" w:rsidP="00B801C3">
            <w:pPr>
              <w:rPr>
                <w:rFonts w:ascii="Times New Roman" w:hAnsi="Times New Roman"/>
              </w:rPr>
            </w:pPr>
            <w:r w:rsidRPr="00676481">
              <w:rPr>
                <w:rFonts w:ascii="Times New Roman" w:hAnsi="Times New Roman"/>
              </w:rPr>
              <w:t>Lagedi tee 1b</w:t>
            </w:r>
          </w:p>
        </w:tc>
      </w:tr>
      <w:tr w:rsidR="00B801C3" w:rsidRPr="00B801C3" w14:paraId="29C01157" w14:textId="77777777" w:rsidTr="0048179D">
        <w:trPr>
          <w:trHeight w:val="438"/>
        </w:trPr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5ACFD" w14:textId="3CB71EA1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 xml:space="preserve">KATASTRIÜKSUSE </w:t>
            </w:r>
          </w:p>
          <w:p w14:paraId="7D5A0B39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 xml:space="preserve">ANDMED: </w:t>
            </w:r>
          </w:p>
          <w:p w14:paraId="026D7516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  <w:p w14:paraId="3C317C46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  <w:p w14:paraId="51795482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  <w:p w14:paraId="36ABF038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  <w:p w14:paraId="7D2B6AE2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  <w:p w14:paraId="05B05871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  <w:bottom w:val="single" w:sz="4" w:space="0" w:color="auto"/>
            </w:tcBorders>
          </w:tcPr>
          <w:p w14:paraId="593D8FBC" w14:textId="3D8DC9D8" w:rsidR="00B801C3" w:rsidRPr="00B801C3" w:rsidRDefault="00B801C3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Katastrit</w:t>
            </w:r>
            <w:r w:rsidRPr="00B801C3">
              <w:rPr>
                <w:rFonts w:ascii="Times New Roman" w:hAnsi="Times New Roman"/>
              </w:rPr>
              <w:t xml:space="preserve">unnus:  </w:t>
            </w:r>
            <w:r>
              <w:t xml:space="preserve"> </w:t>
            </w:r>
            <w:r w:rsidR="00C67098">
              <w:t xml:space="preserve"> </w:t>
            </w:r>
            <w:r w:rsidR="00676481">
              <w:t xml:space="preserve"> </w:t>
            </w:r>
            <w:r w:rsidR="00676481" w:rsidRPr="00676481">
              <w:rPr>
                <w:rFonts w:ascii="Times New Roman" w:hAnsi="Times New Roman"/>
              </w:rPr>
              <w:t>78401:101:3701</w:t>
            </w:r>
          </w:p>
        </w:tc>
      </w:tr>
      <w:tr w:rsidR="00B801C3" w:rsidRPr="00B801C3" w14:paraId="46B2A2C7" w14:textId="77777777" w:rsidTr="0048179D">
        <w:trPr>
          <w:trHeight w:val="433"/>
        </w:trPr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65FB9D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</w:tcPr>
          <w:p w14:paraId="0B729B0B" w14:textId="2E11D6E8" w:rsidR="00B801C3" w:rsidRPr="00970F7E" w:rsidRDefault="00B801C3" w:rsidP="00B801C3">
            <w:pPr>
              <w:rPr>
                <w:rFonts w:ascii="Times New Roman" w:hAnsi="Times New Roman"/>
              </w:rPr>
            </w:pPr>
            <w:r w:rsidRPr="00970F7E">
              <w:rPr>
                <w:rFonts w:ascii="Times New Roman" w:hAnsi="Times New Roman"/>
              </w:rPr>
              <w:t xml:space="preserve">Lähiaadress: </w:t>
            </w:r>
            <w:r w:rsidR="00676481">
              <w:rPr>
                <w:rFonts w:ascii="Times New Roman" w:hAnsi="Times New Roman"/>
              </w:rPr>
              <w:t>Tallinn, Lasnamäe linnaosa</w:t>
            </w:r>
            <w:r w:rsidRPr="00970F7E">
              <w:rPr>
                <w:rFonts w:ascii="Times New Roman" w:hAnsi="Times New Roman"/>
              </w:rPr>
              <w:t xml:space="preserve">, </w:t>
            </w:r>
            <w:r w:rsidR="004B66EA" w:rsidRPr="00970F7E">
              <w:rPr>
                <w:rFonts w:ascii="Times New Roman" w:hAnsi="Times New Roman"/>
              </w:rPr>
              <w:t xml:space="preserve"> </w:t>
            </w:r>
            <w:r w:rsidR="00676481">
              <w:t xml:space="preserve"> </w:t>
            </w:r>
            <w:r w:rsidR="00676481" w:rsidRPr="00676481">
              <w:rPr>
                <w:rFonts w:ascii="Times New Roman" w:hAnsi="Times New Roman"/>
              </w:rPr>
              <w:t>Lagedi tee 1b</w:t>
            </w:r>
          </w:p>
        </w:tc>
      </w:tr>
      <w:tr w:rsidR="00B801C3" w:rsidRPr="00B801C3" w14:paraId="585C3E8D" w14:textId="77777777" w:rsidTr="0048179D">
        <w:trPr>
          <w:trHeight w:val="468"/>
        </w:trPr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1B857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10DBB931" w14:textId="2E55CEAB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Riigi kinnisvararegistri objekti kood: </w:t>
            </w:r>
            <w:r>
              <w:t xml:space="preserve"> </w:t>
            </w:r>
            <w:r w:rsidR="00C67098">
              <w:t xml:space="preserve"> </w:t>
            </w:r>
            <w:r w:rsidR="00676481" w:rsidRPr="00676481">
              <w:rPr>
                <w:rFonts w:ascii="Times New Roman" w:hAnsi="Times New Roman"/>
              </w:rPr>
              <w:t>KV23612</w:t>
            </w:r>
          </w:p>
        </w:tc>
      </w:tr>
      <w:tr w:rsidR="00B801C3" w:rsidRPr="00B801C3" w14:paraId="1D6E002E" w14:textId="77777777" w:rsidTr="0048179D">
        <w:trPr>
          <w:trHeight w:val="468"/>
        </w:trPr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89870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415CEC23" w14:textId="4067D6D8" w:rsidR="00B801C3" w:rsidRPr="00E55602" w:rsidRDefault="00B801C3" w:rsidP="00B801C3">
            <w:pPr>
              <w:rPr>
                <w:rFonts w:ascii="Times New Roman" w:hAnsi="Times New Roman"/>
                <w:i/>
              </w:rPr>
            </w:pPr>
            <w:r w:rsidRPr="00E55602">
              <w:rPr>
                <w:rFonts w:ascii="Times New Roman" w:hAnsi="Times New Roman"/>
              </w:rPr>
              <w:t>Kinnistusraamatu registriosa nr:</w:t>
            </w:r>
            <w:r w:rsidR="00676481" w:rsidRPr="0044715B">
              <w:rPr>
                <w:rFonts w:ascii="Times New Roman" w:hAnsi="Times New Roman"/>
                <w:b/>
                <w:bCs/>
              </w:rPr>
              <w:t xml:space="preserve"> </w:t>
            </w:r>
            <w:r w:rsidR="00676481" w:rsidRPr="0044715B">
              <w:rPr>
                <w:rFonts w:ascii="Times New Roman" w:hAnsi="Times New Roman"/>
                <w:b/>
                <w:bCs/>
                <w:iCs/>
              </w:rPr>
              <w:t>11608650</w:t>
            </w:r>
          </w:p>
          <w:p w14:paraId="24DBC05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</w:tr>
      <w:tr w:rsidR="00B801C3" w:rsidRPr="00B801C3" w14:paraId="17A173BB" w14:textId="77777777" w:rsidTr="0048179D">
        <w:trPr>
          <w:trHeight w:val="468"/>
        </w:trPr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997E4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556ED2FF" w14:textId="1A10699D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Rajatakse:</w:t>
            </w:r>
            <w:r w:rsidR="00413593">
              <w:rPr>
                <w:rFonts w:ascii="Times New Roman" w:hAnsi="Times New Roman"/>
              </w:rPr>
              <w:t xml:space="preserve"> </w:t>
            </w:r>
            <w:r w:rsidR="00E55602">
              <w:rPr>
                <w:rFonts w:ascii="Times New Roman" w:hAnsi="Times New Roman"/>
              </w:rPr>
              <w:t>maakaabelliinid</w:t>
            </w:r>
          </w:p>
        </w:tc>
      </w:tr>
      <w:bookmarkEnd w:id="0"/>
    </w:tbl>
    <w:p w14:paraId="27E18069" w14:textId="77777777" w:rsidR="00B801C3" w:rsidRPr="00B801C3" w:rsidRDefault="00B801C3" w:rsidP="00B801C3">
      <w:pPr>
        <w:rPr>
          <w:rFonts w:ascii="Times New Roman" w:hAnsi="Times New Roman"/>
        </w:rPr>
      </w:pPr>
    </w:p>
    <w:p w14:paraId="05CF3535" w14:textId="77777777" w:rsidR="00547D15" w:rsidRPr="00B801C3" w:rsidRDefault="00547D15" w:rsidP="00547D15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0"/>
        <w:gridCol w:w="6374"/>
      </w:tblGrid>
      <w:tr w:rsidR="00547D15" w:rsidRPr="00BD6C4D" w14:paraId="4ADE6325" w14:textId="77777777" w:rsidTr="00605E58">
        <w:trPr>
          <w:trHeight w:val="426"/>
        </w:trPr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14:paraId="7938F1DD" w14:textId="13052146" w:rsidR="00547D15" w:rsidRPr="00BD6C4D" w:rsidRDefault="00676481" w:rsidP="00605E5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547D15" w:rsidRPr="00BD6C4D">
              <w:rPr>
                <w:rFonts w:ascii="Times New Roman" w:hAnsi="Times New Roman"/>
                <w:b/>
              </w:rPr>
              <w:t>. KOORMATAVA</w:t>
            </w:r>
          </w:p>
          <w:p w14:paraId="18A3B3A8" w14:textId="77777777" w:rsidR="00547D15" w:rsidRPr="00BD6C4D" w:rsidRDefault="00547D15" w:rsidP="00605E58">
            <w:pPr>
              <w:rPr>
                <w:rFonts w:ascii="Times New Roman" w:hAnsi="Times New Roman"/>
                <w:b/>
              </w:rPr>
            </w:pPr>
            <w:r w:rsidRPr="00BD6C4D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5B2FFDFC" w14:textId="77777777" w:rsidR="00547D15" w:rsidRPr="00BD6C4D" w:rsidRDefault="00547D15" w:rsidP="00605E58">
            <w:pPr>
              <w:rPr>
                <w:rFonts w:ascii="Times New Roman" w:hAnsi="Times New Roman"/>
              </w:rPr>
            </w:pPr>
            <w:r w:rsidRPr="00BD6C4D">
              <w:rPr>
                <w:rFonts w:ascii="Times New Roman" w:hAnsi="Times New Roman"/>
              </w:rPr>
              <w:t>Number ja nimetus: (MKM 25.06.2015. a määruse nr 72 järgi)</w:t>
            </w:r>
          </w:p>
          <w:p w14:paraId="5B2F9119" w14:textId="32AC33F1" w:rsidR="00547D15" w:rsidRPr="00BD6C4D" w:rsidRDefault="006C05EC" w:rsidP="00605E58">
            <w:pPr>
              <w:rPr>
                <w:rFonts w:ascii="Times New Roman" w:hAnsi="Times New Roman"/>
              </w:rPr>
            </w:pPr>
            <w:r w:rsidRPr="006C05EC">
              <w:rPr>
                <w:rFonts w:ascii="Times New Roman" w:hAnsi="Times New Roman"/>
              </w:rPr>
              <w:t>Lagedi tee T5</w:t>
            </w:r>
          </w:p>
        </w:tc>
      </w:tr>
      <w:tr w:rsidR="00547D15" w:rsidRPr="00BD6C4D" w14:paraId="74B01556" w14:textId="77777777" w:rsidTr="00605E58">
        <w:trPr>
          <w:trHeight w:val="438"/>
        </w:trPr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8E4DF8" w14:textId="77777777" w:rsidR="00547D15" w:rsidRPr="00BD6C4D" w:rsidRDefault="00547D15" w:rsidP="00605E58">
            <w:pPr>
              <w:rPr>
                <w:rFonts w:ascii="Times New Roman" w:hAnsi="Times New Roman"/>
                <w:b/>
              </w:rPr>
            </w:pPr>
            <w:r w:rsidRPr="00BD6C4D">
              <w:rPr>
                <w:rFonts w:ascii="Times New Roman" w:hAnsi="Times New Roman"/>
                <w:b/>
              </w:rPr>
              <w:t xml:space="preserve">KATASTRIÜKSUSE </w:t>
            </w:r>
          </w:p>
          <w:p w14:paraId="7E520087" w14:textId="77777777" w:rsidR="00547D15" w:rsidRPr="00BD6C4D" w:rsidRDefault="00547D15" w:rsidP="00605E58">
            <w:pPr>
              <w:rPr>
                <w:rFonts w:ascii="Times New Roman" w:hAnsi="Times New Roman"/>
                <w:b/>
              </w:rPr>
            </w:pPr>
            <w:r w:rsidRPr="00BD6C4D">
              <w:rPr>
                <w:rFonts w:ascii="Times New Roman" w:hAnsi="Times New Roman"/>
                <w:b/>
              </w:rPr>
              <w:t xml:space="preserve">ANDMED: </w:t>
            </w:r>
          </w:p>
          <w:p w14:paraId="2AEB284A" w14:textId="77777777" w:rsidR="00547D15" w:rsidRPr="00BD6C4D" w:rsidRDefault="00547D15" w:rsidP="00605E58">
            <w:pPr>
              <w:rPr>
                <w:rFonts w:ascii="Times New Roman" w:hAnsi="Times New Roman"/>
                <w:b/>
              </w:rPr>
            </w:pPr>
          </w:p>
          <w:p w14:paraId="1A75726E" w14:textId="77777777" w:rsidR="00547D15" w:rsidRPr="00BD6C4D" w:rsidRDefault="00547D15" w:rsidP="00605E58">
            <w:pPr>
              <w:rPr>
                <w:rFonts w:ascii="Times New Roman" w:hAnsi="Times New Roman"/>
                <w:b/>
              </w:rPr>
            </w:pPr>
          </w:p>
          <w:p w14:paraId="26B3ADBE" w14:textId="77777777" w:rsidR="00547D15" w:rsidRPr="00BD6C4D" w:rsidRDefault="00547D15" w:rsidP="00605E58">
            <w:pPr>
              <w:rPr>
                <w:rFonts w:ascii="Times New Roman" w:hAnsi="Times New Roman"/>
                <w:b/>
              </w:rPr>
            </w:pPr>
          </w:p>
          <w:p w14:paraId="561D2C50" w14:textId="77777777" w:rsidR="00547D15" w:rsidRPr="00BD6C4D" w:rsidRDefault="00547D15" w:rsidP="00605E58">
            <w:pPr>
              <w:rPr>
                <w:rFonts w:ascii="Times New Roman" w:hAnsi="Times New Roman"/>
                <w:b/>
              </w:rPr>
            </w:pPr>
          </w:p>
          <w:p w14:paraId="3839CE2F" w14:textId="77777777" w:rsidR="00547D15" w:rsidRPr="00BD6C4D" w:rsidRDefault="00547D15" w:rsidP="00605E58">
            <w:pPr>
              <w:rPr>
                <w:rFonts w:ascii="Times New Roman" w:hAnsi="Times New Roman"/>
                <w:b/>
              </w:rPr>
            </w:pPr>
          </w:p>
          <w:p w14:paraId="1CA7A1BD" w14:textId="77777777" w:rsidR="00547D15" w:rsidRPr="00BD6C4D" w:rsidRDefault="00547D15" w:rsidP="00605E58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  <w:bottom w:val="single" w:sz="4" w:space="0" w:color="auto"/>
            </w:tcBorders>
          </w:tcPr>
          <w:p w14:paraId="65F4A022" w14:textId="45273882" w:rsidR="00547D15" w:rsidRPr="00BD6C4D" w:rsidRDefault="00547D15" w:rsidP="00605E58">
            <w:pPr>
              <w:rPr>
                <w:rFonts w:ascii="Times New Roman" w:hAnsi="Times New Roman"/>
              </w:rPr>
            </w:pPr>
            <w:r w:rsidRPr="00BD6C4D">
              <w:rPr>
                <w:rFonts w:ascii="Times New Roman" w:hAnsi="Times New Roman"/>
              </w:rPr>
              <w:t xml:space="preserve">Katastritunnus:  </w:t>
            </w:r>
            <w:r w:rsidRPr="00BD6C4D">
              <w:t xml:space="preserve">  </w:t>
            </w:r>
            <w:r>
              <w:t xml:space="preserve"> </w:t>
            </w:r>
            <w:r w:rsidR="006C05EC" w:rsidRPr="006C05EC">
              <w:rPr>
                <w:rFonts w:ascii="Times New Roman" w:hAnsi="Times New Roman"/>
              </w:rPr>
              <w:t>78401:101:3597</w:t>
            </w:r>
          </w:p>
        </w:tc>
      </w:tr>
      <w:tr w:rsidR="00547D15" w:rsidRPr="00BD6C4D" w14:paraId="00BC0714" w14:textId="77777777" w:rsidTr="00605E58">
        <w:trPr>
          <w:trHeight w:val="433"/>
        </w:trPr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2F6E0B" w14:textId="77777777" w:rsidR="00547D15" w:rsidRPr="00BD6C4D" w:rsidRDefault="00547D15" w:rsidP="00605E5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</w:tcPr>
          <w:p w14:paraId="109D61C2" w14:textId="71FCDE14" w:rsidR="00547D15" w:rsidRPr="00F4782A" w:rsidRDefault="00547D15" w:rsidP="00605E58">
            <w:pPr>
              <w:rPr>
                <w:rFonts w:ascii="Times New Roman" w:hAnsi="Times New Roman"/>
              </w:rPr>
            </w:pPr>
            <w:r w:rsidRPr="00F4782A">
              <w:rPr>
                <w:rFonts w:ascii="Times New Roman" w:hAnsi="Times New Roman"/>
              </w:rPr>
              <w:t xml:space="preserve">Lähiaadress: </w:t>
            </w:r>
            <w:r w:rsidR="006C05EC">
              <w:rPr>
                <w:rFonts w:ascii="Times New Roman" w:hAnsi="Times New Roman"/>
              </w:rPr>
              <w:t>Tallinna linn, Lasnamäe linnaosa, Lagedi tee T5</w:t>
            </w:r>
          </w:p>
        </w:tc>
      </w:tr>
      <w:tr w:rsidR="00547D15" w:rsidRPr="00BD6C4D" w14:paraId="50A930FB" w14:textId="77777777" w:rsidTr="00605E58">
        <w:trPr>
          <w:trHeight w:val="468"/>
        </w:trPr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83533" w14:textId="77777777" w:rsidR="00547D15" w:rsidRPr="00BD6C4D" w:rsidRDefault="00547D15" w:rsidP="00605E58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60CDC270" w14:textId="64E83309" w:rsidR="00547D15" w:rsidRPr="00BD6C4D" w:rsidRDefault="00547D15" w:rsidP="00605E58">
            <w:pPr>
              <w:rPr>
                <w:rFonts w:ascii="Times New Roman" w:hAnsi="Times New Roman"/>
              </w:rPr>
            </w:pPr>
            <w:r w:rsidRPr="00BD6C4D">
              <w:rPr>
                <w:rFonts w:ascii="Times New Roman" w:hAnsi="Times New Roman"/>
              </w:rPr>
              <w:t xml:space="preserve">Riigi kinnisvararegistri objekti kood: </w:t>
            </w:r>
            <w:r w:rsidRPr="00BD6C4D">
              <w:t xml:space="preserve">  </w:t>
            </w:r>
            <w:r>
              <w:t xml:space="preserve">  </w:t>
            </w:r>
            <w:r w:rsidR="006C05EC" w:rsidRPr="006C05EC">
              <w:rPr>
                <w:rFonts w:ascii="Times New Roman" w:hAnsi="Times New Roman"/>
              </w:rPr>
              <w:t>KV78776</w:t>
            </w:r>
          </w:p>
        </w:tc>
      </w:tr>
      <w:tr w:rsidR="00547D15" w:rsidRPr="00BD6C4D" w14:paraId="636AC997" w14:textId="77777777" w:rsidTr="00605E58">
        <w:trPr>
          <w:trHeight w:val="468"/>
        </w:trPr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8F56A" w14:textId="77777777" w:rsidR="00547D15" w:rsidRPr="00BD6C4D" w:rsidRDefault="00547D15" w:rsidP="00605E58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097B8A06" w14:textId="702CA929" w:rsidR="00547D15" w:rsidRPr="00F45890" w:rsidRDefault="00547D15" w:rsidP="00605E58">
            <w:pPr>
              <w:rPr>
                <w:rFonts w:ascii="Times New Roman" w:hAnsi="Times New Roman"/>
              </w:rPr>
            </w:pPr>
            <w:r w:rsidRPr="00F45890">
              <w:rPr>
                <w:rFonts w:ascii="Times New Roman" w:hAnsi="Times New Roman"/>
              </w:rPr>
              <w:t>Kinnistusraamatu registriosa nr:</w:t>
            </w:r>
            <w:r w:rsidRPr="00F45890">
              <w:rPr>
                <w:rFonts w:ascii="Times New Roman" w:hAnsi="Times New Roman"/>
                <w:i/>
              </w:rPr>
              <w:t xml:space="preserve"> </w:t>
            </w:r>
            <w:r w:rsidRPr="00F45890">
              <w:rPr>
                <w:rFonts w:ascii="Times New Roman" w:hAnsi="Times New Roman"/>
              </w:rPr>
              <w:t xml:space="preserve">  </w:t>
            </w:r>
            <w:r>
              <w:t xml:space="preserve"> </w:t>
            </w:r>
            <w:r w:rsidR="006C05EC" w:rsidRPr="006C05EC">
              <w:rPr>
                <w:rFonts w:ascii="Times New Roman" w:hAnsi="Times New Roman"/>
                <w:b/>
                <w:bCs/>
              </w:rPr>
              <w:t>11569050</w:t>
            </w:r>
          </w:p>
        </w:tc>
      </w:tr>
      <w:tr w:rsidR="00547D15" w:rsidRPr="00BD6C4D" w14:paraId="1AC86B99" w14:textId="77777777" w:rsidTr="00605E58">
        <w:trPr>
          <w:trHeight w:val="468"/>
        </w:trPr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14:paraId="12C495A7" w14:textId="77777777" w:rsidR="00547D15" w:rsidRPr="00BD6C4D" w:rsidRDefault="00547D15" w:rsidP="00605E58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1AADDB72" w14:textId="7C627962" w:rsidR="00547D15" w:rsidRPr="00BD6C4D" w:rsidRDefault="00547D15" w:rsidP="00605E58">
            <w:pPr>
              <w:rPr>
                <w:rFonts w:ascii="Times New Roman" w:hAnsi="Times New Roman"/>
              </w:rPr>
            </w:pPr>
            <w:r w:rsidRPr="00F45890">
              <w:rPr>
                <w:rFonts w:ascii="Times New Roman" w:hAnsi="Times New Roman"/>
              </w:rPr>
              <w:t>Rajatakse: maakaabelliinid</w:t>
            </w:r>
            <w:r w:rsidR="00F4782A">
              <w:rPr>
                <w:rFonts w:ascii="Times New Roman" w:hAnsi="Times New Roman"/>
              </w:rPr>
              <w:t xml:space="preserve"> </w:t>
            </w:r>
          </w:p>
        </w:tc>
      </w:tr>
    </w:tbl>
    <w:p w14:paraId="3D3C83E8" w14:textId="77777777" w:rsidR="006C05EC" w:rsidRPr="00B801C3" w:rsidRDefault="006C05EC" w:rsidP="00F4782A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0"/>
        <w:gridCol w:w="6374"/>
      </w:tblGrid>
      <w:tr w:rsidR="00F4782A" w:rsidRPr="00BD6C4D" w14:paraId="3BC83227" w14:textId="77777777" w:rsidTr="000A1434">
        <w:trPr>
          <w:trHeight w:val="426"/>
        </w:trPr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14:paraId="721D671C" w14:textId="77777777" w:rsidR="00F4782A" w:rsidRPr="00BD6C4D" w:rsidRDefault="00F4782A" w:rsidP="000A1434">
            <w:pPr>
              <w:rPr>
                <w:rFonts w:ascii="Times New Roman" w:hAnsi="Times New Roman"/>
                <w:b/>
              </w:rPr>
            </w:pPr>
            <w:bookmarkStart w:id="2" w:name="_Hlk133231545"/>
            <w:r>
              <w:rPr>
                <w:rFonts w:ascii="Times New Roman" w:hAnsi="Times New Roman"/>
                <w:b/>
              </w:rPr>
              <w:t>3</w:t>
            </w:r>
            <w:r w:rsidRPr="00BD6C4D">
              <w:rPr>
                <w:rFonts w:ascii="Times New Roman" w:hAnsi="Times New Roman"/>
                <w:b/>
              </w:rPr>
              <w:t>. KOORMATAVA</w:t>
            </w:r>
          </w:p>
          <w:p w14:paraId="6D099B20" w14:textId="77777777" w:rsidR="00F4782A" w:rsidRPr="00BD6C4D" w:rsidRDefault="00F4782A" w:rsidP="000A1434">
            <w:pPr>
              <w:rPr>
                <w:rFonts w:ascii="Times New Roman" w:hAnsi="Times New Roman"/>
                <w:b/>
              </w:rPr>
            </w:pPr>
            <w:r w:rsidRPr="00BD6C4D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24910181" w14:textId="77777777" w:rsidR="00F4782A" w:rsidRPr="00BD6C4D" w:rsidRDefault="00F4782A" w:rsidP="000A1434">
            <w:pPr>
              <w:rPr>
                <w:rFonts w:ascii="Times New Roman" w:hAnsi="Times New Roman"/>
              </w:rPr>
            </w:pPr>
            <w:r w:rsidRPr="00BD6C4D">
              <w:rPr>
                <w:rFonts w:ascii="Times New Roman" w:hAnsi="Times New Roman"/>
              </w:rPr>
              <w:t>Number ja nimetus: (MKM 25.06.2015. a määruse nr 72 järgi)</w:t>
            </w:r>
          </w:p>
          <w:p w14:paraId="69F37479" w14:textId="0DA629CB" w:rsidR="00F4782A" w:rsidRPr="00BD6C4D" w:rsidRDefault="006C05EC" w:rsidP="000A1434">
            <w:pPr>
              <w:rPr>
                <w:rFonts w:ascii="Times New Roman" w:hAnsi="Times New Roman"/>
              </w:rPr>
            </w:pPr>
            <w:r w:rsidRPr="006C05EC">
              <w:rPr>
                <w:rFonts w:ascii="Times New Roman" w:hAnsi="Times New Roman"/>
              </w:rPr>
              <w:t>Lagedi tee T6</w:t>
            </w:r>
          </w:p>
        </w:tc>
      </w:tr>
      <w:tr w:rsidR="00F4782A" w:rsidRPr="00BD6C4D" w14:paraId="7F7471D9" w14:textId="77777777" w:rsidTr="000A1434">
        <w:trPr>
          <w:trHeight w:val="438"/>
        </w:trPr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8E71A" w14:textId="77777777" w:rsidR="00F4782A" w:rsidRPr="00BD6C4D" w:rsidRDefault="00F4782A" w:rsidP="000A1434">
            <w:pPr>
              <w:rPr>
                <w:rFonts w:ascii="Times New Roman" w:hAnsi="Times New Roman"/>
                <w:b/>
              </w:rPr>
            </w:pPr>
            <w:r w:rsidRPr="00BD6C4D">
              <w:rPr>
                <w:rFonts w:ascii="Times New Roman" w:hAnsi="Times New Roman"/>
                <w:b/>
              </w:rPr>
              <w:t xml:space="preserve">KATASTRIÜKSUSE </w:t>
            </w:r>
          </w:p>
          <w:p w14:paraId="44067742" w14:textId="77777777" w:rsidR="00F4782A" w:rsidRPr="00BD6C4D" w:rsidRDefault="00F4782A" w:rsidP="000A1434">
            <w:pPr>
              <w:rPr>
                <w:rFonts w:ascii="Times New Roman" w:hAnsi="Times New Roman"/>
                <w:b/>
              </w:rPr>
            </w:pPr>
            <w:r w:rsidRPr="00BD6C4D">
              <w:rPr>
                <w:rFonts w:ascii="Times New Roman" w:hAnsi="Times New Roman"/>
                <w:b/>
              </w:rPr>
              <w:t xml:space="preserve">ANDMED: </w:t>
            </w:r>
          </w:p>
          <w:p w14:paraId="4719FC43" w14:textId="77777777" w:rsidR="00F4782A" w:rsidRPr="00BD6C4D" w:rsidRDefault="00F4782A" w:rsidP="000A1434">
            <w:pPr>
              <w:rPr>
                <w:rFonts w:ascii="Times New Roman" w:hAnsi="Times New Roman"/>
                <w:b/>
              </w:rPr>
            </w:pPr>
          </w:p>
          <w:p w14:paraId="4AEF75A6" w14:textId="77777777" w:rsidR="00F4782A" w:rsidRPr="00BD6C4D" w:rsidRDefault="00F4782A" w:rsidP="000A1434">
            <w:pPr>
              <w:rPr>
                <w:rFonts w:ascii="Times New Roman" w:hAnsi="Times New Roman"/>
                <w:b/>
              </w:rPr>
            </w:pPr>
          </w:p>
          <w:p w14:paraId="5F813CF1" w14:textId="77777777" w:rsidR="00F4782A" w:rsidRPr="00BD6C4D" w:rsidRDefault="00F4782A" w:rsidP="000A1434">
            <w:pPr>
              <w:rPr>
                <w:rFonts w:ascii="Times New Roman" w:hAnsi="Times New Roman"/>
                <w:b/>
              </w:rPr>
            </w:pPr>
          </w:p>
          <w:p w14:paraId="7C0BC902" w14:textId="77777777" w:rsidR="00F4782A" w:rsidRPr="00BD6C4D" w:rsidRDefault="00F4782A" w:rsidP="000A1434">
            <w:pPr>
              <w:rPr>
                <w:rFonts w:ascii="Times New Roman" w:hAnsi="Times New Roman"/>
                <w:b/>
              </w:rPr>
            </w:pPr>
          </w:p>
          <w:p w14:paraId="6B2B3B4C" w14:textId="77777777" w:rsidR="00F4782A" w:rsidRPr="00BD6C4D" w:rsidRDefault="00F4782A" w:rsidP="000A1434">
            <w:pPr>
              <w:rPr>
                <w:rFonts w:ascii="Times New Roman" w:hAnsi="Times New Roman"/>
                <w:b/>
              </w:rPr>
            </w:pPr>
          </w:p>
          <w:p w14:paraId="748ED043" w14:textId="77777777" w:rsidR="00F4782A" w:rsidRPr="00BD6C4D" w:rsidRDefault="00F4782A" w:rsidP="000A1434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  <w:bottom w:val="single" w:sz="4" w:space="0" w:color="auto"/>
            </w:tcBorders>
          </w:tcPr>
          <w:p w14:paraId="25D88BB5" w14:textId="2C0FEC12" w:rsidR="00F4782A" w:rsidRPr="00BD6C4D" w:rsidRDefault="00F4782A" w:rsidP="000A1434">
            <w:pPr>
              <w:rPr>
                <w:rFonts w:ascii="Times New Roman" w:hAnsi="Times New Roman"/>
              </w:rPr>
            </w:pPr>
            <w:r w:rsidRPr="00BD6C4D">
              <w:rPr>
                <w:rFonts w:ascii="Times New Roman" w:hAnsi="Times New Roman"/>
              </w:rPr>
              <w:t xml:space="preserve">Katastritunnus:  </w:t>
            </w:r>
            <w:r w:rsidRPr="00BD6C4D">
              <w:t xml:space="preserve">  </w:t>
            </w:r>
            <w:r>
              <w:t xml:space="preserve"> </w:t>
            </w:r>
            <w:r w:rsidR="006C05EC" w:rsidRPr="006C05EC">
              <w:rPr>
                <w:rFonts w:ascii="Times New Roman" w:hAnsi="Times New Roman"/>
              </w:rPr>
              <w:t>78401:101:4728</w:t>
            </w:r>
          </w:p>
        </w:tc>
      </w:tr>
      <w:tr w:rsidR="00F4782A" w:rsidRPr="00BD6C4D" w14:paraId="2E1E2452" w14:textId="77777777" w:rsidTr="000A1434">
        <w:trPr>
          <w:trHeight w:val="433"/>
        </w:trPr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07C88" w14:textId="77777777" w:rsidR="00F4782A" w:rsidRPr="00BD6C4D" w:rsidRDefault="00F4782A" w:rsidP="000A143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</w:tcPr>
          <w:p w14:paraId="11F63A10" w14:textId="0F571424" w:rsidR="00F4782A" w:rsidRPr="00F4782A" w:rsidRDefault="00F4782A" w:rsidP="000A1434">
            <w:pPr>
              <w:rPr>
                <w:rFonts w:ascii="Times New Roman" w:hAnsi="Times New Roman"/>
              </w:rPr>
            </w:pPr>
            <w:r w:rsidRPr="00F4782A">
              <w:rPr>
                <w:rFonts w:ascii="Times New Roman" w:hAnsi="Times New Roman"/>
              </w:rPr>
              <w:t xml:space="preserve">Lähiaadress: </w:t>
            </w:r>
            <w:r w:rsidR="006C05EC">
              <w:rPr>
                <w:rFonts w:ascii="Times New Roman" w:hAnsi="Times New Roman"/>
              </w:rPr>
              <w:t xml:space="preserve">Tallinna linn, Lasnamäe linnaosa, </w:t>
            </w:r>
            <w:r w:rsidR="006C05EC" w:rsidRPr="006C05EC">
              <w:rPr>
                <w:rFonts w:ascii="Times New Roman" w:hAnsi="Times New Roman"/>
              </w:rPr>
              <w:t>Lagedi tee T6</w:t>
            </w:r>
          </w:p>
        </w:tc>
      </w:tr>
      <w:tr w:rsidR="00F4782A" w:rsidRPr="00BD6C4D" w14:paraId="41DAC130" w14:textId="77777777" w:rsidTr="000A1434">
        <w:trPr>
          <w:trHeight w:val="468"/>
        </w:trPr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643395" w14:textId="77777777" w:rsidR="00F4782A" w:rsidRPr="00BD6C4D" w:rsidRDefault="00F4782A" w:rsidP="000A1434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001BB426" w14:textId="0A714A59" w:rsidR="00F4782A" w:rsidRPr="00BD6C4D" w:rsidRDefault="00F4782A" w:rsidP="000A1434">
            <w:pPr>
              <w:rPr>
                <w:rFonts w:ascii="Times New Roman" w:hAnsi="Times New Roman"/>
              </w:rPr>
            </w:pPr>
            <w:r w:rsidRPr="00BD6C4D">
              <w:rPr>
                <w:rFonts w:ascii="Times New Roman" w:hAnsi="Times New Roman"/>
              </w:rPr>
              <w:t xml:space="preserve">Riigi kinnisvararegistri objekti kood: </w:t>
            </w:r>
            <w:r w:rsidRPr="00BD6C4D">
              <w:t xml:space="preserve">  </w:t>
            </w:r>
            <w:r>
              <w:t xml:space="preserve"> </w:t>
            </w:r>
            <w:r w:rsidR="006C05EC" w:rsidRPr="006C05EC">
              <w:rPr>
                <w:rFonts w:ascii="Times New Roman" w:hAnsi="Times New Roman"/>
              </w:rPr>
              <w:t>KV79364</w:t>
            </w:r>
          </w:p>
        </w:tc>
      </w:tr>
      <w:tr w:rsidR="00F4782A" w:rsidRPr="00BD6C4D" w14:paraId="71017B47" w14:textId="77777777" w:rsidTr="000A1434">
        <w:trPr>
          <w:trHeight w:val="468"/>
        </w:trPr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322ECD" w14:textId="77777777" w:rsidR="00F4782A" w:rsidRPr="00BD6C4D" w:rsidRDefault="00F4782A" w:rsidP="000A1434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203A209A" w14:textId="7451DC26" w:rsidR="00F4782A" w:rsidRPr="00F45890" w:rsidRDefault="00F4782A" w:rsidP="000A1434">
            <w:pPr>
              <w:rPr>
                <w:rFonts w:ascii="Times New Roman" w:hAnsi="Times New Roman"/>
              </w:rPr>
            </w:pPr>
            <w:r w:rsidRPr="00F45890">
              <w:rPr>
                <w:rFonts w:ascii="Times New Roman" w:hAnsi="Times New Roman"/>
              </w:rPr>
              <w:t>Kinnistusraamatu registriosa nr:</w:t>
            </w:r>
            <w:r w:rsidRPr="00F45890">
              <w:rPr>
                <w:rFonts w:ascii="Times New Roman" w:hAnsi="Times New Roman"/>
                <w:i/>
              </w:rPr>
              <w:t xml:space="preserve"> </w:t>
            </w:r>
            <w:r w:rsidRPr="00F45890">
              <w:rPr>
                <w:rFonts w:ascii="Times New Roman" w:hAnsi="Times New Roman"/>
              </w:rPr>
              <w:t xml:space="preserve">  </w:t>
            </w:r>
            <w:r>
              <w:t xml:space="preserve"> </w:t>
            </w:r>
            <w:r w:rsidR="006C05EC" w:rsidRPr="006C05EC">
              <w:rPr>
                <w:rFonts w:ascii="Times New Roman" w:hAnsi="Times New Roman"/>
                <w:b/>
                <w:bCs/>
              </w:rPr>
              <w:t>11608850</w:t>
            </w:r>
          </w:p>
        </w:tc>
      </w:tr>
      <w:tr w:rsidR="00F4782A" w:rsidRPr="00BD6C4D" w14:paraId="10D5F153" w14:textId="77777777" w:rsidTr="000A1434">
        <w:trPr>
          <w:trHeight w:val="468"/>
        </w:trPr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14:paraId="60E33805" w14:textId="77777777" w:rsidR="00F4782A" w:rsidRPr="00BD6C4D" w:rsidRDefault="00F4782A" w:rsidP="000A1434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07E900F2" w14:textId="78F8E4BE" w:rsidR="00F4782A" w:rsidRPr="00BD6C4D" w:rsidRDefault="00F4782A" w:rsidP="000A1434">
            <w:pPr>
              <w:rPr>
                <w:rFonts w:ascii="Times New Roman" w:hAnsi="Times New Roman"/>
              </w:rPr>
            </w:pPr>
            <w:r w:rsidRPr="00F45890">
              <w:rPr>
                <w:rFonts w:ascii="Times New Roman" w:hAnsi="Times New Roman"/>
              </w:rPr>
              <w:t>Rajatakse: maakaabelliinid</w:t>
            </w:r>
            <w:r w:rsidR="006C05EC">
              <w:rPr>
                <w:rFonts w:ascii="Times New Roman" w:hAnsi="Times New Roman"/>
              </w:rPr>
              <w:t>, liitumis ja jaotuskilp</w:t>
            </w:r>
          </w:p>
        </w:tc>
      </w:tr>
      <w:bookmarkEnd w:id="2"/>
    </w:tbl>
    <w:p w14:paraId="7CA108AB" w14:textId="77777777" w:rsidR="006C05EC" w:rsidRPr="006C05EC" w:rsidRDefault="006C05EC" w:rsidP="006C05EC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0"/>
        <w:gridCol w:w="6374"/>
      </w:tblGrid>
      <w:tr w:rsidR="006C05EC" w:rsidRPr="006C05EC" w14:paraId="39664276" w14:textId="77777777" w:rsidTr="00A57554">
        <w:trPr>
          <w:trHeight w:val="426"/>
        </w:trPr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14:paraId="48D674FE" w14:textId="78AD2C19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6C05EC">
              <w:rPr>
                <w:rFonts w:ascii="Times New Roman" w:hAnsi="Times New Roman"/>
                <w:b/>
              </w:rPr>
              <w:t>. KOORMATAVA</w:t>
            </w:r>
          </w:p>
          <w:p w14:paraId="66530B43" w14:textId="77777777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  <w:r w:rsidRPr="006C05EC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1AE40520" w14:textId="77777777" w:rsidR="006C05EC" w:rsidRPr="006C05EC" w:rsidRDefault="006C05EC" w:rsidP="006C05EC">
            <w:pPr>
              <w:rPr>
                <w:rFonts w:ascii="Times New Roman" w:hAnsi="Times New Roman"/>
              </w:rPr>
            </w:pPr>
            <w:r w:rsidRPr="006C05EC">
              <w:rPr>
                <w:rFonts w:ascii="Times New Roman" w:hAnsi="Times New Roman"/>
              </w:rPr>
              <w:t>Number ja nimetus: (MKM 25.06.2015. a määruse nr 72 järgi)</w:t>
            </w:r>
          </w:p>
          <w:p w14:paraId="38A552CD" w14:textId="5AD247A4" w:rsidR="006C05EC" w:rsidRPr="006C05EC" w:rsidRDefault="006C05EC" w:rsidP="006C05EC">
            <w:pPr>
              <w:rPr>
                <w:rFonts w:ascii="Times New Roman" w:hAnsi="Times New Roman"/>
              </w:rPr>
            </w:pPr>
            <w:r w:rsidRPr="006C05EC">
              <w:rPr>
                <w:rFonts w:ascii="Times New Roman" w:hAnsi="Times New Roman"/>
              </w:rPr>
              <w:t>Lagedi tee T</w:t>
            </w:r>
            <w:r>
              <w:rPr>
                <w:rFonts w:ascii="Times New Roman" w:hAnsi="Times New Roman"/>
              </w:rPr>
              <w:t>9</w:t>
            </w:r>
          </w:p>
        </w:tc>
      </w:tr>
      <w:tr w:rsidR="006C05EC" w:rsidRPr="006C05EC" w14:paraId="432FDBC5" w14:textId="77777777" w:rsidTr="00A57554">
        <w:trPr>
          <w:trHeight w:val="438"/>
        </w:trPr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10875B" w14:textId="77777777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  <w:r w:rsidRPr="006C05EC">
              <w:rPr>
                <w:rFonts w:ascii="Times New Roman" w:hAnsi="Times New Roman"/>
                <w:b/>
              </w:rPr>
              <w:t xml:space="preserve">KATASTRIÜKSUSE </w:t>
            </w:r>
          </w:p>
          <w:p w14:paraId="4C256368" w14:textId="77777777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  <w:r w:rsidRPr="006C05EC">
              <w:rPr>
                <w:rFonts w:ascii="Times New Roman" w:hAnsi="Times New Roman"/>
                <w:b/>
              </w:rPr>
              <w:t xml:space="preserve">ANDMED: </w:t>
            </w:r>
          </w:p>
          <w:p w14:paraId="51637335" w14:textId="77777777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</w:p>
          <w:p w14:paraId="6F479DB4" w14:textId="77777777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</w:p>
          <w:p w14:paraId="297A0059" w14:textId="77777777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</w:p>
          <w:p w14:paraId="486C16D8" w14:textId="77777777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</w:p>
          <w:p w14:paraId="75B5455E" w14:textId="77777777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</w:p>
          <w:p w14:paraId="46330C60" w14:textId="77777777" w:rsidR="006C05EC" w:rsidRPr="006C05EC" w:rsidRDefault="006C05EC" w:rsidP="006C05EC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  <w:bottom w:val="single" w:sz="4" w:space="0" w:color="auto"/>
            </w:tcBorders>
          </w:tcPr>
          <w:p w14:paraId="2F6EA800" w14:textId="158836E5" w:rsidR="006C05EC" w:rsidRPr="006C05EC" w:rsidRDefault="006C05EC" w:rsidP="006C05EC">
            <w:pPr>
              <w:rPr>
                <w:rFonts w:ascii="Times New Roman" w:hAnsi="Times New Roman"/>
              </w:rPr>
            </w:pPr>
            <w:r w:rsidRPr="006C05EC">
              <w:rPr>
                <w:rFonts w:ascii="Times New Roman" w:hAnsi="Times New Roman"/>
              </w:rPr>
              <w:t>Katastritunnus:     78401:101:3581</w:t>
            </w:r>
          </w:p>
        </w:tc>
      </w:tr>
      <w:tr w:rsidR="006C05EC" w:rsidRPr="006C05EC" w14:paraId="3B9C3C60" w14:textId="77777777" w:rsidTr="00A57554">
        <w:trPr>
          <w:trHeight w:val="433"/>
        </w:trPr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0EF141" w14:textId="77777777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</w:tcPr>
          <w:p w14:paraId="3E4A188A" w14:textId="0E1A3F05" w:rsidR="006C05EC" w:rsidRPr="006C05EC" w:rsidRDefault="006C05EC" w:rsidP="006C05EC">
            <w:pPr>
              <w:rPr>
                <w:rFonts w:ascii="Times New Roman" w:hAnsi="Times New Roman"/>
              </w:rPr>
            </w:pPr>
            <w:r w:rsidRPr="006C05EC">
              <w:rPr>
                <w:rFonts w:ascii="Times New Roman" w:hAnsi="Times New Roman"/>
              </w:rPr>
              <w:t>Lähiaadress: Tallinna linn, Lasnamäe linnaosa, Lagedi tee T</w:t>
            </w:r>
            <w:r>
              <w:rPr>
                <w:rFonts w:ascii="Times New Roman" w:hAnsi="Times New Roman"/>
              </w:rPr>
              <w:t>9</w:t>
            </w:r>
          </w:p>
        </w:tc>
      </w:tr>
      <w:tr w:rsidR="006C05EC" w:rsidRPr="006C05EC" w14:paraId="5A20F9CE" w14:textId="77777777" w:rsidTr="00A57554">
        <w:trPr>
          <w:trHeight w:val="468"/>
        </w:trPr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C50B55" w14:textId="77777777" w:rsidR="006C05EC" w:rsidRPr="006C05EC" w:rsidRDefault="006C05EC" w:rsidP="006C05EC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6950C1A0" w14:textId="6E0E720D" w:rsidR="006C05EC" w:rsidRPr="006C05EC" w:rsidRDefault="006C05EC" w:rsidP="006C05EC">
            <w:pPr>
              <w:rPr>
                <w:rFonts w:ascii="Times New Roman" w:hAnsi="Times New Roman"/>
              </w:rPr>
            </w:pPr>
            <w:r w:rsidRPr="006C05EC">
              <w:rPr>
                <w:rFonts w:ascii="Times New Roman" w:hAnsi="Times New Roman"/>
              </w:rPr>
              <w:t>Riigi kinnisvararegistri objekti kood:   KV82629</w:t>
            </w:r>
          </w:p>
        </w:tc>
      </w:tr>
      <w:tr w:rsidR="006C05EC" w:rsidRPr="006C05EC" w14:paraId="09D4E05B" w14:textId="77777777" w:rsidTr="00A57554">
        <w:trPr>
          <w:trHeight w:val="468"/>
        </w:trPr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C3624" w14:textId="77777777" w:rsidR="006C05EC" w:rsidRPr="006C05EC" w:rsidRDefault="006C05EC" w:rsidP="006C05EC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5B55E8E8" w14:textId="2FBA68E4" w:rsidR="006C05EC" w:rsidRPr="006C05EC" w:rsidRDefault="006C05EC" w:rsidP="006C05EC">
            <w:pPr>
              <w:rPr>
                <w:rFonts w:ascii="Times New Roman" w:hAnsi="Times New Roman"/>
              </w:rPr>
            </w:pPr>
            <w:r w:rsidRPr="006C05EC">
              <w:rPr>
                <w:rFonts w:ascii="Times New Roman" w:hAnsi="Times New Roman"/>
              </w:rPr>
              <w:t>Kinnistusraamatu registriosa nr:</w:t>
            </w:r>
            <w:r w:rsidRPr="006C05EC">
              <w:rPr>
                <w:rFonts w:ascii="Times New Roman" w:hAnsi="Times New Roman"/>
                <w:i/>
              </w:rPr>
              <w:t xml:space="preserve"> </w:t>
            </w:r>
            <w:r w:rsidRPr="006C05EC">
              <w:rPr>
                <w:rFonts w:ascii="Times New Roman" w:hAnsi="Times New Roman"/>
              </w:rPr>
              <w:t xml:space="preserve">  </w:t>
            </w:r>
            <w:r w:rsidRPr="0044715B">
              <w:rPr>
                <w:rFonts w:ascii="Times New Roman" w:hAnsi="Times New Roman"/>
                <w:b/>
                <w:bCs/>
              </w:rPr>
              <w:t>102401</w:t>
            </w:r>
          </w:p>
        </w:tc>
      </w:tr>
      <w:tr w:rsidR="006C05EC" w:rsidRPr="006C05EC" w14:paraId="7CB6D297" w14:textId="77777777" w:rsidTr="00A57554">
        <w:trPr>
          <w:trHeight w:val="468"/>
        </w:trPr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14:paraId="46AFAEE4" w14:textId="77777777" w:rsidR="006C05EC" w:rsidRPr="006C05EC" w:rsidRDefault="006C05EC" w:rsidP="006C05EC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5CD544A2" w14:textId="1D56B764" w:rsidR="006C05EC" w:rsidRPr="006C05EC" w:rsidRDefault="006C05EC" w:rsidP="006C05EC">
            <w:pPr>
              <w:rPr>
                <w:rFonts w:ascii="Times New Roman" w:hAnsi="Times New Roman"/>
              </w:rPr>
            </w:pPr>
            <w:r w:rsidRPr="006C05EC">
              <w:rPr>
                <w:rFonts w:ascii="Times New Roman" w:hAnsi="Times New Roman"/>
              </w:rPr>
              <w:t>Rajatakse: maakaabelliinid</w:t>
            </w:r>
          </w:p>
        </w:tc>
      </w:tr>
    </w:tbl>
    <w:p w14:paraId="0CB9DF99" w14:textId="77777777" w:rsidR="006C05EC" w:rsidRPr="006C05EC" w:rsidRDefault="006C05EC" w:rsidP="006C05EC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0"/>
        <w:gridCol w:w="6374"/>
      </w:tblGrid>
      <w:tr w:rsidR="006C05EC" w:rsidRPr="006C05EC" w14:paraId="6E33B1E4" w14:textId="77777777" w:rsidTr="00A57554">
        <w:trPr>
          <w:trHeight w:val="426"/>
        </w:trPr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14:paraId="7C6E6CD9" w14:textId="0B5A1363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  <w:bookmarkStart w:id="3" w:name="_Hlk133231872"/>
            <w:r>
              <w:rPr>
                <w:rFonts w:ascii="Times New Roman" w:hAnsi="Times New Roman"/>
                <w:b/>
              </w:rPr>
              <w:t>5</w:t>
            </w:r>
            <w:r w:rsidRPr="006C05EC">
              <w:rPr>
                <w:rFonts w:ascii="Times New Roman" w:hAnsi="Times New Roman"/>
                <w:b/>
              </w:rPr>
              <w:t>. KOORMATAVA</w:t>
            </w:r>
          </w:p>
          <w:p w14:paraId="3352CC93" w14:textId="77777777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  <w:r w:rsidRPr="006C05EC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0A7EF41B" w14:textId="77777777" w:rsidR="006C05EC" w:rsidRPr="006C05EC" w:rsidRDefault="006C05EC" w:rsidP="006C05EC">
            <w:pPr>
              <w:rPr>
                <w:rFonts w:ascii="Times New Roman" w:hAnsi="Times New Roman"/>
              </w:rPr>
            </w:pPr>
            <w:r w:rsidRPr="006C05EC">
              <w:rPr>
                <w:rFonts w:ascii="Times New Roman" w:hAnsi="Times New Roman"/>
              </w:rPr>
              <w:t>Number ja nimetus: (MKM 25.06.2015. a määruse nr 72 järgi)</w:t>
            </w:r>
          </w:p>
          <w:p w14:paraId="436754F9" w14:textId="428C2984" w:rsidR="006C05EC" w:rsidRPr="006C05EC" w:rsidRDefault="006C05EC" w:rsidP="006C05EC">
            <w:pPr>
              <w:rPr>
                <w:rFonts w:ascii="Times New Roman" w:hAnsi="Times New Roman"/>
              </w:rPr>
            </w:pPr>
            <w:r w:rsidRPr="006C05EC">
              <w:rPr>
                <w:rFonts w:ascii="Times New Roman" w:hAnsi="Times New Roman"/>
              </w:rPr>
              <w:t>Lagedi tee T</w:t>
            </w:r>
            <w:r w:rsidR="004F329B">
              <w:rPr>
                <w:rFonts w:ascii="Times New Roman" w:hAnsi="Times New Roman"/>
              </w:rPr>
              <w:t>18</w:t>
            </w:r>
          </w:p>
        </w:tc>
      </w:tr>
      <w:tr w:rsidR="006C05EC" w:rsidRPr="006C05EC" w14:paraId="79C267E5" w14:textId="77777777" w:rsidTr="00A57554">
        <w:trPr>
          <w:trHeight w:val="438"/>
        </w:trPr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C6513" w14:textId="77777777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  <w:r w:rsidRPr="006C05EC">
              <w:rPr>
                <w:rFonts w:ascii="Times New Roman" w:hAnsi="Times New Roman"/>
                <w:b/>
              </w:rPr>
              <w:t xml:space="preserve">KATASTRIÜKSUSE </w:t>
            </w:r>
          </w:p>
          <w:p w14:paraId="37FE5D73" w14:textId="77777777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  <w:r w:rsidRPr="006C05EC">
              <w:rPr>
                <w:rFonts w:ascii="Times New Roman" w:hAnsi="Times New Roman"/>
                <w:b/>
              </w:rPr>
              <w:t xml:space="preserve">ANDMED: </w:t>
            </w:r>
          </w:p>
          <w:p w14:paraId="3453CC8F" w14:textId="77777777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</w:p>
          <w:p w14:paraId="0DDB643E" w14:textId="77777777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</w:p>
          <w:p w14:paraId="34A14D48" w14:textId="77777777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</w:p>
          <w:p w14:paraId="2B1E83D2" w14:textId="77777777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</w:p>
          <w:p w14:paraId="4CB3DFC3" w14:textId="77777777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</w:p>
          <w:p w14:paraId="2B9C18D4" w14:textId="77777777" w:rsidR="006C05EC" w:rsidRPr="006C05EC" w:rsidRDefault="006C05EC" w:rsidP="006C05EC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  <w:bottom w:val="single" w:sz="4" w:space="0" w:color="auto"/>
            </w:tcBorders>
          </w:tcPr>
          <w:p w14:paraId="1E714074" w14:textId="060CEDC4" w:rsidR="006C05EC" w:rsidRPr="006C05EC" w:rsidRDefault="006C05EC" w:rsidP="006C05EC">
            <w:pPr>
              <w:rPr>
                <w:rFonts w:ascii="Times New Roman" w:hAnsi="Times New Roman"/>
              </w:rPr>
            </w:pPr>
            <w:r w:rsidRPr="006C05EC">
              <w:rPr>
                <w:rFonts w:ascii="Times New Roman" w:hAnsi="Times New Roman"/>
              </w:rPr>
              <w:lastRenderedPageBreak/>
              <w:t xml:space="preserve">Katastritunnus:     </w:t>
            </w:r>
            <w:r w:rsidR="004F329B" w:rsidRPr="004F329B">
              <w:rPr>
                <w:rFonts w:ascii="Times New Roman" w:hAnsi="Times New Roman"/>
              </w:rPr>
              <w:t>78401:101:4705</w:t>
            </w:r>
          </w:p>
        </w:tc>
      </w:tr>
      <w:tr w:rsidR="006C05EC" w:rsidRPr="006C05EC" w14:paraId="27D888E7" w14:textId="77777777" w:rsidTr="00A57554">
        <w:trPr>
          <w:trHeight w:val="433"/>
        </w:trPr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8C084" w14:textId="77777777" w:rsidR="006C05EC" w:rsidRPr="006C05EC" w:rsidRDefault="006C05EC" w:rsidP="006C05E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</w:tcPr>
          <w:p w14:paraId="7A9E5966" w14:textId="571B1329" w:rsidR="006C05EC" w:rsidRPr="006C05EC" w:rsidRDefault="006C05EC" w:rsidP="006C05EC">
            <w:pPr>
              <w:rPr>
                <w:rFonts w:ascii="Times New Roman" w:hAnsi="Times New Roman"/>
              </w:rPr>
            </w:pPr>
            <w:r w:rsidRPr="006C05EC">
              <w:rPr>
                <w:rFonts w:ascii="Times New Roman" w:hAnsi="Times New Roman"/>
              </w:rPr>
              <w:t>Lähiaadress: Tallinna linn, Lasnamäe linnaosa, Lagedi tee T</w:t>
            </w:r>
            <w:r w:rsidR="004F329B">
              <w:rPr>
                <w:rFonts w:ascii="Times New Roman" w:hAnsi="Times New Roman"/>
              </w:rPr>
              <w:t>18</w:t>
            </w:r>
          </w:p>
        </w:tc>
      </w:tr>
      <w:tr w:rsidR="006C05EC" w:rsidRPr="006C05EC" w14:paraId="12096CE3" w14:textId="77777777" w:rsidTr="00A57554">
        <w:trPr>
          <w:trHeight w:val="468"/>
        </w:trPr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08E0A8" w14:textId="77777777" w:rsidR="006C05EC" w:rsidRPr="006C05EC" w:rsidRDefault="006C05EC" w:rsidP="006C05EC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249F6599" w14:textId="6BD8563C" w:rsidR="006C05EC" w:rsidRPr="006C05EC" w:rsidRDefault="006C05EC" w:rsidP="006C05EC">
            <w:pPr>
              <w:rPr>
                <w:rFonts w:ascii="Times New Roman" w:hAnsi="Times New Roman"/>
              </w:rPr>
            </w:pPr>
            <w:r w:rsidRPr="006C05EC">
              <w:rPr>
                <w:rFonts w:ascii="Times New Roman" w:hAnsi="Times New Roman"/>
              </w:rPr>
              <w:t xml:space="preserve">Riigi kinnisvararegistri objekti kood:   </w:t>
            </w:r>
            <w:r w:rsidR="004F329B" w:rsidRPr="004F329B">
              <w:rPr>
                <w:rFonts w:ascii="Times New Roman" w:hAnsi="Times New Roman"/>
              </w:rPr>
              <w:t>KV23621</w:t>
            </w:r>
          </w:p>
        </w:tc>
      </w:tr>
      <w:tr w:rsidR="006C05EC" w:rsidRPr="006C05EC" w14:paraId="6B8CB67B" w14:textId="77777777" w:rsidTr="00A57554">
        <w:trPr>
          <w:trHeight w:val="468"/>
        </w:trPr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2ECD3" w14:textId="77777777" w:rsidR="006C05EC" w:rsidRPr="006C05EC" w:rsidRDefault="006C05EC" w:rsidP="006C05EC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1B642283" w14:textId="67395259" w:rsidR="006C05EC" w:rsidRPr="006C05EC" w:rsidRDefault="006C05EC" w:rsidP="006C05EC">
            <w:pPr>
              <w:rPr>
                <w:rFonts w:ascii="Times New Roman" w:hAnsi="Times New Roman"/>
              </w:rPr>
            </w:pPr>
            <w:r w:rsidRPr="006C05EC">
              <w:rPr>
                <w:rFonts w:ascii="Times New Roman" w:hAnsi="Times New Roman"/>
              </w:rPr>
              <w:t>Kinnistusraamatu registriosa nr:</w:t>
            </w:r>
            <w:r w:rsidRPr="006C05EC">
              <w:rPr>
                <w:rFonts w:ascii="Times New Roman" w:hAnsi="Times New Roman"/>
                <w:i/>
              </w:rPr>
              <w:t xml:space="preserve"> </w:t>
            </w:r>
            <w:r w:rsidRPr="006C05EC">
              <w:rPr>
                <w:rFonts w:ascii="Times New Roman" w:hAnsi="Times New Roman"/>
              </w:rPr>
              <w:t xml:space="preserve"> </w:t>
            </w:r>
            <w:r w:rsidR="004F329B" w:rsidRPr="0044715B">
              <w:rPr>
                <w:rFonts w:ascii="Times New Roman" w:hAnsi="Times New Roman"/>
                <w:b/>
                <w:bCs/>
              </w:rPr>
              <w:t>11608750</w:t>
            </w:r>
          </w:p>
        </w:tc>
      </w:tr>
      <w:tr w:rsidR="006C05EC" w:rsidRPr="006C05EC" w14:paraId="363AD2E1" w14:textId="77777777" w:rsidTr="00A57554">
        <w:trPr>
          <w:trHeight w:val="468"/>
        </w:trPr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14:paraId="1041840C" w14:textId="77777777" w:rsidR="006C05EC" w:rsidRPr="006C05EC" w:rsidRDefault="006C05EC" w:rsidP="006C05EC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3C738179" w14:textId="0EEB2619" w:rsidR="006C05EC" w:rsidRPr="006C05EC" w:rsidRDefault="006C05EC" w:rsidP="006C05EC">
            <w:pPr>
              <w:rPr>
                <w:rFonts w:ascii="Times New Roman" w:hAnsi="Times New Roman"/>
              </w:rPr>
            </w:pPr>
            <w:r w:rsidRPr="006C05EC">
              <w:rPr>
                <w:rFonts w:ascii="Times New Roman" w:hAnsi="Times New Roman"/>
              </w:rPr>
              <w:t>Rajatakse: maakaabelliinid, liitumis ja jaotuskilp</w:t>
            </w:r>
            <w:r w:rsidR="004F329B">
              <w:rPr>
                <w:rFonts w:ascii="Times New Roman" w:hAnsi="Times New Roman"/>
              </w:rPr>
              <w:t xml:space="preserve"> ning kaablikaitse reservtorud</w:t>
            </w:r>
          </w:p>
        </w:tc>
      </w:tr>
      <w:bookmarkEnd w:id="3"/>
    </w:tbl>
    <w:p w14:paraId="0467ABE8" w14:textId="7A9C9BF0" w:rsidR="00B801C3" w:rsidRDefault="00B801C3" w:rsidP="00B801C3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0"/>
        <w:gridCol w:w="6374"/>
      </w:tblGrid>
      <w:tr w:rsidR="004F329B" w:rsidRPr="004F329B" w14:paraId="1F6DF23E" w14:textId="77777777" w:rsidTr="00A57554">
        <w:trPr>
          <w:trHeight w:val="426"/>
        </w:trPr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14:paraId="5CB3AFEB" w14:textId="4D662F1C" w:rsidR="004F329B" w:rsidRPr="004F329B" w:rsidRDefault="004F329B" w:rsidP="004F329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Pr="004F329B">
              <w:rPr>
                <w:rFonts w:ascii="Times New Roman" w:hAnsi="Times New Roman"/>
                <w:b/>
              </w:rPr>
              <w:t>. KOORMATAVA</w:t>
            </w:r>
          </w:p>
          <w:p w14:paraId="7470AACD" w14:textId="77777777" w:rsidR="004F329B" w:rsidRPr="004F329B" w:rsidRDefault="004F329B" w:rsidP="004F329B">
            <w:pPr>
              <w:rPr>
                <w:rFonts w:ascii="Times New Roman" w:hAnsi="Times New Roman"/>
                <w:b/>
              </w:rPr>
            </w:pPr>
            <w:r w:rsidRPr="004F329B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215571E9" w14:textId="77777777" w:rsidR="004F329B" w:rsidRPr="004F329B" w:rsidRDefault="004F329B" w:rsidP="004F329B">
            <w:pPr>
              <w:rPr>
                <w:rFonts w:ascii="Times New Roman" w:hAnsi="Times New Roman"/>
              </w:rPr>
            </w:pPr>
            <w:r w:rsidRPr="004F329B">
              <w:rPr>
                <w:rFonts w:ascii="Times New Roman" w:hAnsi="Times New Roman"/>
              </w:rPr>
              <w:t>Number ja nimetus: (MKM 25.06.2015. a määruse nr 72 järgi)</w:t>
            </w:r>
          </w:p>
          <w:p w14:paraId="65FFBFCC" w14:textId="0E9C7ACD" w:rsidR="004F329B" w:rsidRPr="004F329B" w:rsidRDefault="004F329B" w:rsidP="004F329B">
            <w:pPr>
              <w:rPr>
                <w:rFonts w:ascii="Times New Roman" w:hAnsi="Times New Roman"/>
              </w:rPr>
            </w:pPr>
            <w:r w:rsidRPr="004F329B">
              <w:rPr>
                <w:rFonts w:ascii="Times New Roman" w:hAnsi="Times New Roman"/>
              </w:rPr>
              <w:t>Peterburi tee 110a/12</w:t>
            </w:r>
          </w:p>
        </w:tc>
      </w:tr>
      <w:tr w:rsidR="004F329B" w:rsidRPr="004F329B" w14:paraId="30DE9766" w14:textId="77777777" w:rsidTr="00A57554">
        <w:trPr>
          <w:trHeight w:val="438"/>
        </w:trPr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2F509" w14:textId="77777777" w:rsidR="004F329B" w:rsidRPr="004F329B" w:rsidRDefault="004F329B" w:rsidP="004F329B">
            <w:pPr>
              <w:rPr>
                <w:rFonts w:ascii="Times New Roman" w:hAnsi="Times New Roman"/>
                <w:b/>
              </w:rPr>
            </w:pPr>
            <w:r w:rsidRPr="004F329B">
              <w:rPr>
                <w:rFonts w:ascii="Times New Roman" w:hAnsi="Times New Roman"/>
                <w:b/>
              </w:rPr>
              <w:t xml:space="preserve">KATASTRIÜKSUSE </w:t>
            </w:r>
          </w:p>
          <w:p w14:paraId="1EAF432C" w14:textId="77777777" w:rsidR="004F329B" w:rsidRPr="004F329B" w:rsidRDefault="004F329B" w:rsidP="004F329B">
            <w:pPr>
              <w:rPr>
                <w:rFonts w:ascii="Times New Roman" w:hAnsi="Times New Roman"/>
                <w:b/>
              </w:rPr>
            </w:pPr>
            <w:r w:rsidRPr="004F329B">
              <w:rPr>
                <w:rFonts w:ascii="Times New Roman" w:hAnsi="Times New Roman"/>
                <w:b/>
              </w:rPr>
              <w:t xml:space="preserve">ANDMED: </w:t>
            </w:r>
          </w:p>
          <w:p w14:paraId="44B0ADD9" w14:textId="77777777" w:rsidR="004F329B" w:rsidRPr="004F329B" w:rsidRDefault="004F329B" w:rsidP="004F329B">
            <w:pPr>
              <w:rPr>
                <w:rFonts w:ascii="Times New Roman" w:hAnsi="Times New Roman"/>
                <w:b/>
              </w:rPr>
            </w:pPr>
          </w:p>
          <w:p w14:paraId="490A46E2" w14:textId="77777777" w:rsidR="004F329B" w:rsidRPr="004F329B" w:rsidRDefault="004F329B" w:rsidP="004F329B">
            <w:pPr>
              <w:rPr>
                <w:rFonts w:ascii="Times New Roman" w:hAnsi="Times New Roman"/>
                <w:b/>
              </w:rPr>
            </w:pPr>
          </w:p>
          <w:p w14:paraId="2A4E18E8" w14:textId="77777777" w:rsidR="004F329B" w:rsidRPr="004F329B" w:rsidRDefault="004F329B" w:rsidP="004F329B">
            <w:pPr>
              <w:rPr>
                <w:rFonts w:ascii="Times New Roman" w:hAnsi="Times New Roman"/>
                <w:b/>
              </w:rPr>
            </w:pPr>
          </w:p>
          <w:p w14:paraId="111E36BA" w14:textId="77777777" w:rsidR="004F329B" w:rsidRPr="004F329B" w:rsidRDefault="004F329B" w:rsidP="004F329B">
            <w:pPr>
              <w:rPr>
                <w:rFonts w:ascii="Times New Roman" w:hAnsi="Times New Roman"/>
                <w:b/>
              </w:rPr>
            </w:pPr>
          </w:p>
          <w:p w14:paraId="4F264B1F" w14:textId="77777777" w:rsidR="004F329B" w:rsidRPr="004F329B" w:rsidRDefault="004F329B" w:rsidP="004F329B">
            <w:pPr>
              <w:rPr>
                <w:rFonts w:ascii="Times New Roman" w:hAnsi="Times New Roman"/>
                <w:b/>
              </w:rPr>
            </w:pPr>
          </w:p>
          <w:p w14:paraId="0B1CBE08" w14:textId="77777777" w:rsidR="004F329B" w:rsidRPr="004F329B" w:rsidRDefault="004F329B" w:rsidP="004F329B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  <w:bottom w:val="single" w:sz="4" w:space="0" w:color="auto"/>
            </w:tcBorders>
          </w:tcPr>
          <w:p w14:paraId="68B2DD3F" w14:textId="4EAA1000" w:rsidR="004F329B" w:rsidRPr="004F329B" w:rsidRDefault="004F329B" w:rsidP="004F329B">
            <w:pPr>
              <w:rPr>
                <w:rFonts w:ascii="Times New Roman" w:hAnsi="Times New Roman"/>
              </w:rPr>
            </w:pPr>
            <w:r w:rsidRPr="004F329B">
              <w:rPr>
                <w:rFonts w:ascii="Times New Roman" w:hAnsi="Times New Roman"/>
              </w:rPr>
              <w:t xml:space="preserve">Katastritunnus:     </w:t>
            </w:r>
            <w:r w:rsidR="00DA3D8F" w:rsidRPr="00DA3D8F">
              <w:rPr>
                <w:rFonts w:ascii="Times New Roman" w:hAnsi="Times New Roman"/>
              </w:rPr>
              <w:t>78403:313:0870</w:t>
            </w:r>
          </w:p>
        </w:tc>
      </w:tr>
      <w:tr w:rsidR="004F329B" w:rsidRPr="004F329B" w14:paraId="49D8C82B" w14:textId="77777777" w:rsidTr="00A57554">
        <w:trPr>
          <w:trHeight w:val="433"/>
        </w:trPr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2F1E7" w14:textId="77777777" w:rsidR="004F329B" w:rsidRPr="004F329B" w:rsidRDefault="004F329B" w:rsidP="004F329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</w:tcPr>
          <w:p w14:paraId="7CE7208D" w14:textId="77777777" w:rsidR="004F329B" w:rsidRPr="004F329B" w:rsidRDefault="004F329B" w:rsidP="004F329B">
            <w:pPr>
              <w:rPr>
                <w:rFonts w:ascii="Times New Roman" w:hAnsi="Times New Roman"/>
              </w:rPr>
            </w:pPr>
            <w:r w:rsidRPr="004F329B">
              <w:rPr>
                <w:rFonts w:ascii="Times New Roman" w:hAnsi="Times New Roman"/>
              </w:rPr>
              <w:t>Lähiaadress: Tallinna linn, Lasnamäe linnaosa, Lagedi tee T18</w:t>
            </w:r>
          </w:p>
        </w:tc>
      </w:tr>
      <w:tr w:rsidR="004F329B" w:rsidRPr="004F329B" w14:paraId="3E77C6DE" w14:textId="77777777" w:rsidTr="00A57554">
        <w:trPr>
          <w:trHeight w:val="468"/>
        </w:trPr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3F8B5" w14:textId="77777777" w:rsidR="004F329B" w:rsidRPr="004F329B" w:rsidRDefault="004F329B" w:rsidP="004F329B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0DE8FE7D" w14:textId="77777777" w:rsidR="004F329B" w:rsidRPr="004F329B" w:rsidRDefault="004F329B" w:rsidP="004F329B">
            <w:pPr>
              <w:rPr>
                <w:rFonts w:ascii="Times New Roman" w:hAnsi="Times New Roman"/>
              </w:rPr>
            </w:pPr>
            <w:r w:rsidRPr="004F329B">
              <w:rPr>
                <w:rFonts w:ascii="Times New Roman" w:hAnsi="Times New Roman"/>
              </w:rPr>
              <w:t>Riigi kinnisvararegistri objekti kood:   KV23621</w:t>
            </w:r>
          </w:p>
        </w:tc>
      </w:tr>
      <w:tr w:rsidR="004F329B" w:rsidRPr="004F329B" w14:paraId="66794CB2" w14:textId="77777777" w:rsidTr="00A57554">
        <w:trPr>
          <w:trHeight w:val="468"/>
        </w:trPr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51B1A" w14:textId="77777777" w:rsidR="004F329B" w:rsidRPr="004F329B" w:rsidRDefault="004F329B" w:rsidP="004F329B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08BD6FDE" w14:textId="069D8D32" w:rsidR="004F329B" w:rsidRPr="004F329B" w:rsidRDefault="004F329B" w:rsidP="004F329B">
            <w:pPr>
              <w:rPr>
                <w:rFonts w:ascii="Times New Roman" w:hAnsi="Times New Roman"/>
              </w:rPr>
            </w:pPr>
            <w:r w:rsidRPr="004F329B">
              <w:rPr>
                <w:rFonts w:ascii="Times New Roman" w:hAnsi="Times New Roman"/>
              </w:rPr>
              <w:t>Kinnistusraamatu registriosa nr:</w:t>
            </w:r>
            <w:r w:rsidRPr="004F329B">
              <w:rPr>
                <w:rFonts w:ascii="Times New Roman" w:hAnsi="Times New Roman"/>
                <w:i/>
              </w:rPr>
              <w:t xml:space="preserve"> </w:t>
            </w:r>
            <w:r w:rsidR="000C37AE" w:rsidRPr="0044715B">
              <w:rPr>
                <w:rFonts w:ascii="Times New Roman" w:hAnsi="Times New Roman"/>
                <w:b/>
                <w:bCs/>
              </w:rPr>
              <w:t>221101</w:t>
            </w:r>
          </w:p>
        </w:tc>
      </w:tr>
      <w:tr w:rsidR="004F329B" w:rsidRPr="004F329B" w14:paraId="49DF477C" w14:textId="77777777" w:rsidTr="00A57554">
        <w:trPr>
          <w:trHeight w:val="468"/>
        </w:trPr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14:paraId="56803994" w14:textId="77777777" w:rsidR="004F329B" w:rsidRPr="004F329B" w:rsidRDefault="004F329B" w:rsidP="004F329B">
            <w:pPr>
              <w:rPr>
                <w:rFonts w:ascii="Times New Roman" w:hAnsi="Times New Roman"/>
              </w:rPr>
            </w:pPr>
          </w:p>
        </w:tc>
        <w:tc>
          <w:tcPr>
            <w:tcW w:w="6374" w:type="dxa"/>
            <w:tcBorders>
              <w:left w:val="single" w:sz="4" w:space="0" w:color="auto"/>
            </w:tcBorders>
          </w:tcPr>
          <w:p w14:paraId="102DD8B5" w14:textId="76136240" w:rsidR="004F329B" w:rsidRPr="004F329B" w:rsidRDefault="004F329B" w:rsidP="004F329B">
            <w:pPr>
              <w:rPr>
                <w:rFonts w:ascii="Times New Roman" w:hAnsi="Times New Roman"/>
              </w:rPr>
            </w:pPr>
            <w:r w:rsidRPr="004F329B">
              <w:rPr>
                <w:rFonts w:ascii="Times New Roman" w:hAnsi="Times New Roman"/>
              </w:rPr>
              <w:t>Rajatakse: maakaabelliinid ning kaablikaitse reservtorud</w:t>
            </w:r>
          </w:p>
        </w:tc>
      </w:tr>
    </w:tbl>
    <w:p w14:paraId="65172F4F" w14:textId="77777777" w:rsidR="004F329B" w:rsidRPr="00B801C3" w:rsidRDefault="004F329B" w:rsidP="00B801C3">
      <w:pPr>
        <w:rPr>
          <w:rFonts w:ascii="Times New Roman" w:hAnsi="Times New Roman"/>
        </w:rPr>
      </w:pPr>
    </w:p>
    <w:p w14:paraId="71852233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Lugupidamisega</w:t>
      </w:r>
    </w:p>
    <w:p w14:paraId="1B7DDFDD" w14:textId="77777777" w:rsidR="00B801C3" w:rsidRPr="00B801C3" w:rsidRDefault="00B801C3" w:rsidP="00B801C3">
      <w:pPr>
        <w:rPr>
          <w:rFonts w:ascii="Times New Roman" w:hAnsi="Times New Roman"/>
        </w:rPr>
      </w:pPr>
    </w:p>
    <w:p w14:paraId="4701D2F6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/allkirjastatud digitaalselt/</w:t>
      </w:r>
    </w:p>
    <w:p w14:paraId="263BA39B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Ülle Loopre</w:t>
      </w:r>
    </w:p>
    <w:p w14:paraId="5900368B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Elektrilevi OÜ volitatud esindaja</w:t>
      </w:r>
    </w:p>
    <w:p w14:paraId="125A171D" w14:textId="7839460A" w:rsidR="002D4D27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Tel: +372 53488369</w:t>
      </w:r>
    </w:p>
    <w:sectPr w:rsidR="002D4D27" w:rsidRPr="00B801C3" w:rsidSect="00D4458D">
      <w:footerReference w:type="first" r:id="rId12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FD026" w14:textId="77777777" w:rsidR="00E47124" w:rsidRDefault="00E47124">
      <w:r>
        <w:separator/>
      </w:r>
    </w:p>
  </w:endnote>
  <w:endnote w:type="continuationSeparator" w:id="0">
    <w:p w14:paraId="1252DB22" w14:textId="77777777" w:rsidR="00E47124" w:rsidRDefault="00E47124">
      <w:r>
        <w:continuationSeparator/>
      </w:r>
    </w:p>
  </w:endnote>
  <w:endnote w:type="continuationNotice" w:id="1">
    <w:p w14:paraId="0AE96D04" w14:textId="77777777" w:rsidR="00E47124" w:rsidRDefault="00E471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701669CF" w14:textId="77777777" w:rsidTr="00A33A60">
      <w:tc>
        <w:tcPr>
          <w:tcW w:w="3471" w:type="dxa"/>
        </w:tcPr>
        <w:p w14:paraId="429370A7" w14:textId="575A65E5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2D558ABD" w14:textId="4203DF0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6320DE3C" w14:textId="660E02EF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7EFAA19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7AFEF21B" w14:textId="77777777" w:rsidTr="00A33A60">
      <w:trPr>
        <w:trHeight w:val="633"/>
      </w:trPr>
      <w:tc>
        <w:tcPr>
          <w:tcW w:w="3471" w:type="dxa"/>
        </w:tcPr>
        <w:p w14:paraId="298FEB6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1332CF6C" w14:textId="1146C2C9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62AB4FDE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1F4C1590" w14:textId="6123CFFD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B64FA8B" w14:textId="46F07E8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5293610C" w14:textId="5822C036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19AF377" w14:textId="3FD43824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60056" w14:textId="77777777" w:rsidR="00E47124" w:rsidRDefault="00E47124">
      <w:r>
        <w:separator/>
      </w:r>
    </w:p>
  </w:footnote>
  <w:footnote w:type="continuationSeparator" w:id="0">
    <w:p w14:paraId="07EDD638" w14:textId="77777777" w:rsidR="00E47124" w:rsidRDefault="00E47124">
      <w:r>
        <w:continuationSeparator/>
      </w:r>
    </w:p>
  </w:footnote>
  <w:footnote w:type="continuationNotice" w:id="1">
    <w:p w14:paraId="0BBBC4D4" w14:textId="77777777" w:rsidR="00E47124" w:rsidRDefault="00E4712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2C5F"/>
    <w:rsid w:val="00010226"/>
    <w:rsid w:val="00014348"/>
    <w:rsid w:val="000B417F"/>
    <w:rsid w:val="000B4850"/>
    <w:rsid w:val="000C37AE"/>
    <w:rsid w:val="00102C00"/>
    <w:rsid w:val="00122778"/>
    <w:rsid w:val="00146F8F"/>
    <w:rsid w:val="0017480D"/>
    <w:rsid w:val="0019253D"/>
    <w:rsid w:val="00216533"/>
    <w:rsid w:val="00261E69"/>
    <w:rsid w:val="002726A3"/>
    <w:rsid w:val="00277A89"/>
    <w:rsid w:val="002A4AC9"/>
    <w:rsid w:val="002D4D27"/>
    <w:rsid w:val="002E0EF7"/>
    <w:rsid w:val="00320815"/>
    <w:rsid w:val="003551E2"/>
    <w:rsid w:val="00357C22"/>
    <w:rsid w:val="003F5996"/>
    <w:rsid w:val="00404DA7"/>
    <w:rsid w:val="00413593"/>
    <w:rsid w:val="0044715B"/>
    <w:rsid w:val="00470107"/>
    <w:rsid w:val="0048179D"/>
    <w:rsid w:val="004B66EA"/>
    <w:rsid w:val="004D1D70"/>
    <w:rsid w:val="004F329B"/>
    <w:rsid w:val="005169A1"/>
    <w:rsid w:val="00532D2F"/>
    <w:rsid w:val="00547D15"/>
    <w:rsid w:val="00582590"/>
    <w:rsid w:val="005A217D"/>
    <w:rsid w:val="005C2204"/>
    <w:rsid w:val="005E0C22"/>
    <w:rsid w:val="005F1F3C"/>
    <w:rsid w:val="00605B27"/>
    <w:rsid w:val="00627953"/>
    <w:rsid w:val="006335DB"/>
    <w:rsid w:val="006466E4"/>
    <w:rsid w:val="00676481"/>
    <w:rsid w:val="006B28B7"/>
    <w:rsid w:val="006B36E7"/>
    <w:rsid w:val="006C05EC"/>
    <w:rsid w:val="006D4261"/>
    <w:rsid w:val="006F595A"/>
    <w:rsid w:val="0077377F"/>
    <w:rsid w:val="0082604D"/>
    <w:rsid w:val="008F2213"/>
    <w:rsid w:val="008F2A05"/>
    <w:rsid w:val="008F36FB"/>
    <w:rsid w:val="00907D91"/>
    <w:rsid w:val="00957458"/>
    <w:rsid w:val="00970F7E"/>
    <w:rsid w:val="009D38F3"/>
    <w:rsid w:val="009E181A"/>
    <w:rsid w:val="009F3517"/>
    <w:rsid w:val="00A07923"/>
    <w:rsid w:val="00A33A60"/>
    <w:rsid w:val="00A33DBD"/>
    <w:rsid w:val="00A43A3D"/>
    <w:rsid w:val="00A65739"/>
    <w:rsid w:val="00AA1651"/>
    <w:rsid w:val="00B33B98"/>
    <w:rsid w:val="00B801C3"/>
    <w:rsid w:val="00BD6C4D"/>
    <w:rsid w:val="00C34030"/>
    <w:rsid w:val="00C53640"/>
    <w:rsid w:val="00C67098"/>
    <w:rsid w:val="00C86912"/>
    <w:rsid w:val="00CE0B6A"/>
    <w:rsid w:val="00D25D80"/>
    <w:rsid w:val="00D4458D"/>
    <w:rsid w:val="00DA3D8F"/>
    <w:rsid w:val="00DC1FEC"/>
    <w:rsid w:val="00E21EEC"/>
    <w:rsid w:val="00E26AE1"/>
    <w:rsid w:val="00E366A1"/>
    <w:rsid w:val="00E47124"/>
    <w:rsid w:val="00E55602"/>
    <w:rsid w:val="00E57983"/>
    <w:rsid w:val="00ED26F8"/>
    <w:rsid w:val="00F45890"/>
    <w:rsid w:val="00F4782A"/>
    <w:rsid w:val="00F50474"/>
    <w:rsid w:val="00F51926"/>
    <w:rsid w:val="00F9120F"/>
    <w:rsid w:val="00F94E63"/>
    <w:rsid w:val="00FD544B"/>
    <w:rsid w:val="00FF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329B"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basedOn w:val="DefaultParagraphFont"/>
    <w:rsid w:val="00B801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1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lle.loopre@elektrilevi.ee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ndra.sokk@energia.ee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6770AA959F54399A8F09E68B9B650" ma:contentTypeVersion="11" ma:contentTypeDescription="Create a new document." ma:contentTypeScope="" ma:versionID="74ce39c70f745fa8f8aecff1795ce1a0">
  <xsd:schema xmlns:xsd="http://www.w3.org/2001/XMLSchema" xmlns:xs="http://www.w3.org/2001/XMLSchema" xmlns:p="http://schemas.microsoft.com/office/2006/metadata/properties" xmlns:ns2="3b43ac6d-9714-499f-aa1d-77116647b538" xmlns:ns3="50337f92-f42a-4d3e-90e5-7ec1aa133e6c" targetNamespace="http://schemas.microsoft.com/office/2006/metadata/properties" ma:root="true" ma:fieldsID="8f0685d9fedd25f12728119340de9caa" ns2:_="" ns3:_="">
    <xsd:import namespace="3b43ac6d-9714-499f-aa1d-77116647b538"/>
    <xsd:import namespace="50337f92-f42a-4d3e-90e5-7ec1aa133e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3ac6d-9714-499f-aa1d-77116647b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37f92-f42a-4d3e-90e5-7ec1aa133e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3C3BF3-C0D2-4A60-B92A-FFA0CBC16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3ac6d-9714-499f-aa1d-77116647b538"/>
    <ds:schemaRef ds:uri="50337f92-f42a-4d3e-90e5-7ec1aa133e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28</TotalTime>
  <Pages>3</Pages>
  <Words>553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Ülle Loopre</cp:lastModifiedBy>
  <cp:revision>3</cp:revision>
  <cp:lastPrinted>2012-04-03T10:00:00Z</cp:lastPrinted>
  <dcterms:created xsi:type="dcterms:W3CDTF">2023-04-24T10:12:00Z</dcterms:created>
  <dcterms:modified xsi:type="dcterms:W3CDTF">2023-04-24T10:25:00Z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0x010100EEE6770AA959F54399A8F09E68B9B650</vt:lpwstr>
  </property>
</Properties>
</file>